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EA5" w:rsidRDefault="007F0378">
      <w:r>
        <w:pict>
          <v:shapetype id="_x0000_t202" coordsize="21600,21600" o:spt="202" path="m,l,21600r21600,l21600,xe">
            <v:stroke joinstyle="miter"/>
            <v:path gradientshapeok="t" o:connecttype="rect"/>
          </v:shapetype>
          <v:shape id="_x0000_s1039" type="#_x0000_t202" style="position:absolute;margin-left:451.5pt;margin-top:39.55pt;width:111.6pt;height:31.25pt;z-index:7;visibility:visible;mso-wrap-edited:f;mso-wrap-distance-left:2.88pt;mso-wrap-distance-top:2.88pt;mso-wrap-distance-right:2.88pt;mso-wrap-distance-bottom:2.88pt;mso-position-horizontal-relative:page;mso-position-vertical-relative:page" o:regroupid="1" stroked="f" strokeweight="0" insetpen="t" o:cliptowrap="t">
            <v:shadow color="#ccc"/>
            <o:lock v:ext="edit" shapetype="t"/>
            <v:textbox style="mso-next-textbox:#_x0000_s1039;mso-column-margin:5.7pt;mso-fit-shape-to-text:t" inset="2.85pt,2.85pt,2.85pt,2.85pt">
              <w:txbxContent>
                <w:p w:rsidR="004224D7" w:rsidRPr="00E209A5" w:rsidRDefault="00974687" w:rsidP="00280A50">
                  <w:pPr>
                    <w:pStyle w:val="VolumeandIssue"/>
                  </w:pPr>
                  <w:r>
                    <w:t>Volume 1, Issue 1</w:t>
                  </w:r>
                </w:p>
                <w:p w:rsidR="004224D7" w:rsidRPr="00B1332E" w:rsidRDefault="008220AE" w:rsidP="00280A50">
                  <w:pPr>
                    <w:pStyle w:val="VolumeandIssue"/>
                  </w:pPr>
                  <w:r>
                    <w:t>Monday, April 25</w:t>
                  </w:r>
                  <w:r w:rsidRPr="008220AE">
                    <w:rPr>
                      <w:vertAlign w:val="superscript"/>
                    </w:rPr>
                    <w:t>th</w:t>
                  </w:r>
                  <w:r>
                    <w:t>, 2011</w:t>
                  </w:r>
                </w:p>
              </w:txbxContent>
            </v:textbox>
            <w10:wrap side="left" anchorx="page" anchory="page"/>
          </v:shape>
        </w:pict>
      </w:r>
      <w:r>
        <w:pict>
          <v:shape id="_x0000_s1034" type="#_x0000_t202" style="position:absolute;margin-left:58.6pt;margin-top:49.75pt;width:296.55pt;height:29.55pt;z-index:3;visibility:visible;mso-wrap-edited:f;mso-wrap-distance-left:2.88pt;mso-wrap-distance-top:2.88pt;mso-wrap-distance-right:2.88pt;mso-wrap-distance-bottom:2.88pt;mso-position-horizontal-relative:page;mso-position-vertical-relative:page" o:regroupid="3" filled="f" stroked="f" strokeweight="0" insetpen="t" o:cliptowrap="t">
            <v:shadow color="#ccc"/>
            <o:lock v:ext="edit" shapetype="t"/>
            <v:textbox style="mso-next-textbox:#_x0000_s1034;mso-column-margin:5.7pt" inset="2.85pt,2.85pt,2.85pt,2.85pt">
              <w:txbxContent>
                <w:p w:rsidR="00265EA5" w:rsidRPr="00974687" w:rsidRDefault="008220AE" w:rsidP="00974687">
                  <w:pPr>
                    <w:pStyle w:val="Heading1"/>
                  </w:pPr>
                  <w:r>
                    <w:t xml:space="preserve">EDTC 5103 – Larry </w:t>
                  </w:r>
                  <w:proofErr w:type="spellStart"/>
                  <w:r>
                    <w:t>Souders</w:t>
                  </w:r>
                  <w:proofErr w:type="spellEnd"/>
                </w:p>
              </w:txbxContent>
            </v:textbox>
            <w10:wrap side="left" anchorx="page" anchory="page"/>
          </v:shape>
        </w:pict>
      </w:r>
      <w:r>
        <w:pict>
          <v:rect id="_x0000_s1033" style="position:absolute;margin-left:40.15pt;margin-top:42.55pt;width:315pt;height:30.75pt;z-index:2;visibility:visible;mso-wrap-edited:f;mso-wrap-distance-left:2.88pt;mso-wrap-distance-top:2.88pt;mso-wrap-distance-right:2.88pt;mso-wrap-distance-bottom:2.88pt;mso-position-horizontal-relative:page;mso-position-vertical-relative:page" o:regroupid="3" fillcolor="#c90" stroked="f" strokeweight="0" insetpen="t" o:cliptowrap="t">
            <v:shadow color="#ccc"/>
            <o:lock v:ext="edit" shapetype="t"/>
            <v:textbox inset="2.88pt,2.88pt,2.88pt,2.88pt"/>
            <w10:wrap side="left" anchorx="page" anchory="page"/>
          </v:rect>
        </w:pict>
      </w:r>
      <w:r>
        <w:rPr>
          <w:noProof/>
        </w:rPr>
        <w:pict>
          <v:line id="_x0000_s1052" style="position:absolute;z-index:16;visibility:visible;mso-wrap-edited:f;mso-wrap-distance-left:2.88pt;mso-wrap-distance-top:2.88pt;mso-wrap-distance-right:2.88pt;mso-wrap-distance-bottom:2.88pt;mso-position-horizontal-relative:page;mso-position-vertical-relative:page" from="175.15pt,186.6pt" to="175.15pt,751.1pt" o:regroupid="1" strokecolor="#ccc999" strokeweight=".25pt" o:cliptowrap="t">
            <v:shadow color="#ccc"/>
            <w10:wrap side="left" anchorx="page" anchory="page"/>
          </v:line>
        </w:pict>
      </w:r>
      <w:r>
        <w:rPr>
          <w:noProof/>
        </w:rPr>
        <w:pict>
          <v:shapetype id="_x0000_t201" coordsize="21600,21600" o:spt="201" path="m,l,21600r21600,l21600,xe">
            <v:stroke joinstyle="miter"/>
            <v:path shadowok="f" o:extrusionok="f" strokeok="f" fillok="f" o:connecttype="rect"/>
            <o:lock v:ext="edit" shapetype="t"/>
          </v:shapetype>
          <v:shape id="_x0000_s1046" type="#_x0000_t201" style="position:absolute;margin-left:47.25pt;margin-top:214.3pt;width:120.6pt;height:145.9pt;z-index:10;mso-wrap-distance-left:2.88pt;mso-wrap-distance-top:2.88pt;mso-wrap-distance-right:2.88pt;mso-wrap-distance-bottom:2.88pt;mso-position-horizontal-relative:page;mso-position-vertical-relative:page" o:regroupid="2" stroked="f" strokeweight="0" insetpen="t" o:cliptowrap="t">
            <v:shadow color="#ccc"/>
            <v:textbox inset="0,0,0,0"/>
            <w10:wrap side="left" anchorx="page" anchory="page"/>
          </v:shape>
        </w:pict>
      </w:r>
    </w:p>
    <w:p w:rsidR="00265EA5" w:rsidRDefault="007F0378">
      <w:r>
        <w:pict>
          <v:rect id="_x0000_s1028" style="position:absolute;margin-left:40.15pt;margin-top:73.3pt;width:527.9pt;height:86.25pt;z-index:1;visibility:visible;mso-wrap-edited:f;mso-wrap-distance-left:2.88pt;mso-wrap-distance-top:2.88pt;mso-wrap-distance-right:2.88pt;mso-wrap-distance-bottom:2.88pt;mso-position-horizontal-relative:page;mso-position-vertical-relative:page" o:regroupid="4" fillcolor="#cc9" stroked="f" strokeweight="0" insetpen="t" o:cliptowrap="t">
            <v:shadow color="#ccc"/>
            <o:lock v:ext="edit" shapetype="t"/>
            <v:textbox inset="2.88pt,2.88pt,2.88pt,2.88pt"/>
            <w10:wrap side="left" anchorx="page" anchory="page"/>
          </v:rect>
        </w:pict>
      </w:r>
      <w:r>
        <w:rPr>
          <w:noProof/>
        </w:rPr>
        <w:pict>
          <v:group id="_x0000_s1065" style="position:absolute;margin-left:357.05pt;margin-top:244.7pt;width:173.2pt;height:134.75pt;z-index:18;mso-position-horizontal-relative:page;mso-position-vertical-relative:page" coordorigin="7521,4794" coordsize="2862,2095">
            <v:shape id="_x0000_s1059" style="position:absolute;left:7521;top:5020;width:2806;height:1831;mso-position-horizontal:absolute;mso-position-vertical:absolute" coordsize="2806,1831" path="m984,1342r69,41l1124,1423r69,37l1263,1496r69,35l1401,1563r69,32l1539,1623r67,28l1674,1675r66,25l1804,1722r65,20l1932,1759r62,16l2054,1789r59,12l2170,1811r55,9l2280,1825r51,5l2381,1831r48,-1l2473,1828r43,-5l2557,1815r38,-8l2630,1795r33,-14l2692,1765r27,-19l2742,1726r20,-23l2778,1678r13,-26l2799,1623r6,-28l2806,1563r-1,-32l2799,1496r-7,-34l2781,1426r-16,-38l2748,1349r-21,-39l2703,1270r-27,-40l2647,1188r-33,-42l2578,1103r-37,-44l2499,1016r-43,-43l2410,928r-49,-45l2311,840r-53,-45l2202,751r-57,-44l2084,663r-61,-44l1958,576r-66,-43l1823,491r-69,-42l1684,410r-69,-37l1544,337r-68,-35l1407,269r-69,-32l1269,208r-68,-27l1134,155r-66,-23l1003,110,939,90,875,73,814,55,753,42,694,29,637,19,581,12,528,6,476,2,426,,379,,333,3,290,9r-41,6l212,25,176,37,143,51,114,67,87,86,64,106,44,129,28,153,15,179,7,208,2,237,,269r1,33l7,335r8,35l27,407r14,36l58,482r22,39l104,562r26,41l160,644r33,43l228,729r39,43l307,817r44,43l397,905r48,43l496,993r53,45l605,1082r58,44l723,1170r62,44l850,1257r66,43l984,1342xe" fillcolor="#d6d6d1" stroked="f">
              <v:path arrowok="t"/>
            </v:shape>
            <v:shape id="_x0000_s1060" style="position:absolute;left:9365;top:6098;width:207;height:208;mso-position-horizontal:absolute;mso-position-vertical:absolute" coordsize="207,208" path="m104,208r21,-2l144,199r17,-8l177,178r13,-16l199,144r7,-18l207,104,206,82,199,64,190,46,177,30,161,17,144,9,125,2,104,,82,2,64,9,46,17,31,30,18,46,9,64,2,82,,104r2,22l9,144r9,18l31,178r15,13l64,199r18,7l104,208xe" stroked="f">
              <v:path arrowok="t"/>
            </v:shape>
            <v:shape id="_x0000_s1061" style="position:absolute;left:8343;top:5328;width:725;height:826;mso-position-horizontal:absolute;mso-position-vertical:absolute" coordsize="725,826" path="m193,l,395,501,826,725,346,193,xe" stroked="f">
              <v:path arrowok="t"/>
            </v:shape>
            <v:shape id="_x0000_s1062" style="position:absolute;left:8659;top:5696;width:155;height:148;mso-position-horizontal:absolute;mso-position-vertical:absolute" coordsize="155,148" path="m106,148r,-3l105,144r-2,-3l102,140r7,-9l115,124r7,-9l128,106r6,-7l139,92r8,-7l155,79,145,70,134,66,122,60,112,53,102,44,93,37,83,28,73,21,62,15,60,8,56,3,52,,46,,40,10,35,21,27,33,22,44,16,56,10,67,4,80,,93r3,5l6,98r4,l14,96r45,35l65,135r5,3l76,141r6,3l89,147r6,1l101,148r5,xe" fillcolor="black" stroked="f">
              <v:path arrowok="t"/>
            </v:shape>
            <v:shape id="_x0000_s1063" style="position:absolute;left:8684;top:5727;width:94;height:97;mso-position-horizontal:absolute;mso-position-vertical:absolute" coordsize="94,97" path="m25,r9,5l43,10r8,6l60,23r8,6l77,36r9,8l94,51,70,97,60,93,51,87,43,83,34,77,25,70,17,64,8,55,,48,25,xe" stroked="f">
              <v:path arrowok="t"/>
            </v:shape>
            <v:shape id="_x0000_s1064" style="position:absolute;left:7956;top:4794;width:2427;height:2095;mso-position-horizontal:absolute;mso-position-vertical:absolute" coordsize="2427,2095" path="m2394,1295r-15,-23l2361,1252r-18,-19l2324,1218r-19,-16l2285,1186r-21,-17l2241,1151r-12,-3l2219,1144r-10,-4l2199,1135r-10,-3l2179,1128r-10,-3l2159,1122r4,8l2170,1137r10,6l2189,1148r10,6l2209,1158r10,8l2226,1173r31,17l2282,1210r25,25l2327,1264r17,30l2359,1326r10,33l2374,1394r3,31l2373,1457r-10,27l2348,1512r-17,26l2313,1561r-19,23l2275,1607r-20,13l2234,1633r-20,13l2192,1658r-22,11l2149,1679r-23,10l2104,1699r-23,9l2058,1717r-24,8l2011,1733r-23,7l1964,1746r-25,5l1915,1757r-33,l1846,1757r-37,l1770,1754r-40,-1l1688,1748r-42,-2l1605,1740r-42,-5l1521,1730r-40,-8l1443,1715r-39,-7l1368,1701r-35,-9l1302,1684r10,11l1329,1707r23,11l1379,1728r28,9l1432,1746r23,7l1470,1759r-7,13l1448,1787r-13,16l1422,1821r-13,17l1394,1854r-18,13l1358,1877r-25,6l1318,1887r-16,3l1286,1893r-16,3l1253,1897r-16,1l1221,1898r-15,2l1188,1900r-15,l1157,1900r-16,l1124,1900r-16,-2l1091,1898r-16,l1056,1901r-18,2l1020,1901r-17,-1l986,1897r-17,-3l951,1891r-18,-3l960,1864r26,-26l1012,1812r24,-26l1061,1759r23,-28l1107,1702r23,-27l1151,1645r23,-29l1194,1585r22,-30l1236,1525r20,-30l1276,1463r20,-32l1315,1435r18,6l1352,1445r19,6l1389,1456r19,5l1427,1466r18,4l1451,1473r2,6l1453,1486r-2,6l1451,1512r4,19l1463,1546r11,16l1486,1575r13,13l1513,1598r13,11l1547,1610r22,1l1592,1610r23,-3l1638,1601r21,-10l1678,1580r17,-16l1700,1557r,-8l1701,1542r7,-4l1724,1541r16,1l1757,1544r16,1l1790,1546r17,l1824,1546r19,l1860,1545r18,-1l1895,1542r17,-1l1928,1538r17,-3l1961,1532r16,-4l2014,1512r34,-20l2081,1469r29,-28l2135,1411r18,-35l2165,1339r5,-42l2172,1257r-3,-41l2162,1177r-10,-40l2139,1099r-16,-37l2107,1026r-17,-33l2005,993r12,21l2030,1036r13,23l2054,1083r12,25l2076,1131r10,22l2093,1174r9,33l2106,1242r,35l2102,1310r-9,33l2083,1375r-14,30l2051,1433r26,-32l2067,1418r-11,15l2043,1444r-15,10l2011,1463r-17,6l1977,1473r-19,3l1938,1477r-20,2l1899,1479r-20,-2l1859,1476r-20,-2l1820,1473r-19,-2l1800,1470r-1,-1l1797,1469r-1,l1799,1466r,-3l1797,1460r-1,-3l1789,1456r7,-18l1806,1424r8,-15l1823,1392r9,-9l1834,1373r3,-11l1846,1352r6,-19l1859,1313r7,-19l1876,1277r43,-145l1921,1101r4,-35l1928,1030r6,-37l1889,993r-7,64l1870,1122r-15,62l1836,1246r-23,58l1784,1360r-31,52l1717,1461r-9,-7l1702,1444r-7,-11l1687,1425r-5,-16l1674,1398r-9,-10l1652,1379r-13,-7l1625,1366r-14,-4l1596,1357r-8,l1579,1359r-10,1l1560,1362r,33l1567,1391r9,-3l1585,1388r11,4l1600,1394r9,4l1618,1404r11,8l1639,1425r9,18l1654,1466r2,29l1649,1499r-5,7l1638,1513r-5,9l1631,1526r-9,10l1611,1546r-12,6l1590,1551r-10,1l1572,1555r-7,2l1552,1557r-12,-3l1530,1548r-7,-10l1517,1529r-7,-11l1506,1508r,-13l1506,1489r-2,-6l1503,1477r3,-6l1506,1463r5,-10l1520,1444r4,-9l1532,1427r11,-13l1553,1401r7,-6l1560,1362r-26,7l1513,1376r-16,9l1484,1395r-10,10l1465,1417r-7,13l1453,1444r-9,-3l1434,1438r-10,-1l1415,1434r-10,-1l1397,1430r-9,-3l1381,1422r-6,l1371,1420r-5,-3l1362,1417r-6,l1349,1415r-4,-1l1339,1412r-6,-3l1328,1408r-6,-3l1316,1404r22,-47l1359,1308r23,-51l1404,1205r20,-54l1443,1098r18,-54l1477,993r-26,l1435,1043r-17,52l1399,1147r-20,50l1358,1248r-22,50l1313,1346r-21,46l1264,1383r-28,-10l1210,1363r-27,-10l1157,1342r-26,-12l1105,1319r-24,-12l1056,1294r-26,-13l1005,1267r-25,-13l956,1239r-25,-16l908,1206r-21,-17l901,1154r15,-35l929,1083r12,-36l956,1013r14,-36l986,942r19,-33l1013,900r-7,-8l996,892r-11,-2l972,890r-13,l947,889r-8,l933,889r-3,l852,861r18,-21l888,819r19,-21l926,778r18,-22l964,736r21,-20l1005,695r20,-18l1045,656r21,-18l1088,619r21,-20l1131,580r23,-17l1175,544r11,4l1203,564r18,14l1239,594r18,13l1276,622r17,13l1312,648r20,11l1351,671r18,11l1389,692r20,11l1430,713r21,10l1473,731r21,9l1491,772r-3,33l1484,837r-4,31l1473,899r-6,31l1460,962r-9,31l1477,993r7,-29l1491,933r8,-28l1504,874r6,-29l1514,815r5,-30l1521,754r22,9l1565,772r21,8l1609,789r22,7l1654,802r23,7l1700,815r22,6l1745,827r23,4l1793,835r23,5l1840,842r23,5l1888,850r1,36l1890,920r,36l1889,993r45,l1934,977r2,-16l1938,945r-6,-16l1931,920r,-8l1932,903r3,-7l1945,907r9,12l1962,930r10,12l1981,955r9,12l1997,980r8,13l2090,993r-6,-11l2079,974r-6,-10l2067,955r-14,-22l2037,912r-17,-22l2004,868r-19,-20l1967,829r-19,-18l1928,795r-6,-3l1918,786r-5,-6l1911,779r,-6l1906,773r-1,-8l1902,757r-1,-5l1901,743r-6,-12l1890,720r-2,-9l1883,705r-4,-17l1872,671r-9,-18l1856,635r-13,-26l1832,589r-18,-25l1796,540r-19,-26l1758,489r-18,-24l1721,441r-20,-23l1681,398r,90l1689,493r11,9l1708,509r4,7l1737,538r23,22l1780,584r19,25l1816,636r16,28l1845,692r11,31l1837,705r-20,-17l1797,672r-20,-16l1757,641r-20,-15l1715,612r-21,-15l1694,616r24,17l1743,651r24,18l1790,690r23,20l1834,730r21,22l1875,775r3,13l1878,799r1,12l1883,822r-3,2l1857,821r-24,-3l1810,815r-23,-4l1764,806r-23,-5l1718,796r-23,-5l1674,785r-23,-7l1629,770r-23,-7l1585,756r-22,-9l1543,739r-22,-9l1526,678r-2,-52l1521,574r-2,-53l1540,531r22,10l1585,553r23,12l1631,577r21,13l1674,603r20,13l1694,597r-20,-11l1652,573r-21,-12l1609,550r-23,-10l1563,529r-23,-10l1519,512r-6,-20l1510,470r-3,-20l1504,428r-5,-13l1493,402r-3,-15l1488,372r6,-3l1501,369r6,2l1513,374r4,3l1523,379r7,3l1536,385r19,10l1572,407r17,13l1606,431r16,13l1639,456r16,11l1672,479r,1l1674,482r3,3l1678,486r3,2l1681,398r-10,-9l1662,381r-10,-9l1642,365r-14,-9l1615,348r-15,-8l1588,332r-13,-7l1562,316r-12,-7l1539,300r7,-13l1555,274r7,-11l1569,250r7,-11l1585,228r10,-10l1605,208r3,-13l1606,185r-4,-12l1599,162r-9,-3l1583,162r-7,4l1572,173r-6,9l1562,189r-7,4l1547,196r-57,77l1478,268r-13,-5l1454,257r-11,-6l1431,247r-11,-6l1407,235r-12,-6l1385,226r-10,-2l1365,221r-10,-2l1345,216r-10,-3l1325,212r-10,-3l1315,278r8,l1323,278r,l1325,283r14,4l1354,293r14,6l1382,304r15,6l1411,316r14,7l1440,329r-3,10l1422,348r-14,7l1394,364r-15,8l1365,381r-14,8l1336,398r-13,9l1323,434r15,-8l1352,415r14,-8l1381,398r14,-9l1411,381r14,-9l1440,364r7,-2l1453,361r4,1l1463,369r15,124l1491,499r5,55l1501,607r2,57l1500,721r-20,-8l1458,703r-20,-11l1418,682r-21,-10l1376,662r-20,-11l1338,639r-20,-11l1299,615r-20,-12l1262,589r-19,-13l1226,561r-18,-14l1191,532r15,-13l1223,506r16,-13l1256,480r17,-11l1290,456r18,-12l1323,434r,-27l1305,418r-19,13l1267,444r-20,13l1229,472r-19,14l1191,501r-17,14l1148,493r-24,-24l1101,444r-20,-27l1061,389r-19,-28l1025,332r-18,-31l997,255r16,-3l1030,251r16,-1l1062,248r16,l1094,250r17,l1127,251r15,1l1158,254r16,1l1191,257r16,1l1224,260r16,1l1257,261r5,3l1269,267r8,3l1286,271r10,3l1305,276r5,1l1315,278r,-69l1300,206r-14,-3l1272,201r-15,-2l1243,196r-14,-1l1213,193r-15,-1l1184,190r-14,-1l1155,189r-15,-1l1125,188r-14,l1095,189r-14,l1052,189r-30,1l993,193r-29,3l936,201r-28,4l880,209r-28,6l825,222r-27,7l772,237r-27,8l719,254r-26,10l667,274r-24,12l621,299r-21,13l578,325r-21,13l537,352r-22,14l495,381r-20,16l455,413r-19,17l417,447r-18,19l381,485r-15,20l351,527r-14,21l336,565r14,2l369,545r20,-20l409,506r21,-18l452,470r21,-18l495,434r21,-19l531,408r14,-8l560,392r14,-7l588,377r13,-8l616,362r14,-7l644,348r15,-6l673,335r14,-8l702,322r15,-6l732,310r16,-6l773,294r28,-8l829,278r29,-5l887,267r29,-4l946,258r30,-3l980,267r3,10l986,289r3,11l1006,332r17,32l1042,394r20,29l1084,450r23,26l1132,501r28,23l1160,531r-23,17l1115,567r-23,17l1071,603r-22,19l1028,642r-22,19l986,681r-22,22l944,723r-20,20l904,765r-20,21l865,808r-20,23l827,853r-8,-3l812,847r-7,-3l796,840r-8,-5l781,832r-8,-4l768,825r,36l788,870r23,9l834,886r23,7l881,900r23,6l929,910r22,3l937,943r-16,31l906,1004r-15,30l875,1065r-14,30l847,1127r-15,30l815,1150r-19,-9l781,1131r-18,-10l748,1111r-18,-10l713,1092r-17,-7l687,1079r-7,-4l674,1072r-7,-3l661,1066r-7,-3l646,1060r-9,-3l644,1068r10,7l667,1082r12,7l684,1098r8,7l700,1111r10,4l719,1119r10,5l738,1130r7,5l753,1143r9,5l772,1156r9,5l791,1167r10,6l811,1179r8,5l811,1203r-7,19l798,1241r-7,18l785,1278r-7,19l771,1314r-10,19l740,1326r-20,-9l700,1307r-20,-9l661,1287r-20,-10l623,1264r-20,-12l584,1239r-19,-13l548,1212r-19,-15l512,1183r-16,-16l481,1151r-16,-16l446,1112r-19,-21l407,1069r-20,-22l369,1027r-19,-23l333,981,318,956r9,-20l336,915r7,-21l351,874r9,-20l369,832r8,-18l386,793r24,25l433,842r23,25l481,892r24,23l532,935r28,19l590,968r14,12l620,990r16,8l653,1005r16,8l686,1018r16,6l719,1030r11,-6l725,1018r-6,-4l713,1011r-6,-4l700,1004r-7,-3l687,998r-7,-4l679,985,656,968,633,949,610,929,587,909,565,889,544,868,522,848,502,829,492,817,482,805,471,795,460,783,449,773,439,763,427,752,417,739r,-8l427,717r9,-16l445,687r7,-15l459,658r7,-15l473,628r9,-15l496,632r15,20l527,669r15,19l558,705r17,18l593,740r17,16l628,772r19,14l666,801r18,13l705,827r21,13l746,851r22,10l768,825r-10,-4l749,815r-10,-6l729,805r-9,-6l710,793r-8,-5l693,782,664,759,637,736,610,713,585,688,561,662,539,633,519,604,502,573r-4,-8l496,555r-4,-8l482,545r-11,19l459,583r-10,20l437,622r-10,20l416,664r-10,20l394,704r-4,l383,695r-6,-10l371,675r-5,-9l360,658r-7,-9l346,641r-8,-8l313,577,287,522,261,465,239,407,222,349,212,289r-3,-64l218,160r7,-23l235,117,248,97,262,79,280,65,298,52r22,-9l341,37r19,3l377,45r19,4l413,55r17,6l446,68r17,7l479,82r16,10l509,101r16,10l539,121r16,10l570,143r12,13l597,167r11,10l617,189r9,12l634,213r9,12l651,235r12,9l676,248r6,-3l686,239r,-7l687,225,631,144,610,125,587,107,565,88,544,69,521,52,498,35,473,20,449,6,432,3,416,1,399,,381,,364,1,348,4,333,7r-16,5l301,17r-14,6l272,32r-13,7l248,49,236,59,225,71r-9,13l192,118r-16,38l168,198r-5,43l163,284r5,43l175,371r7,40l189,426r6,14l199,454r6,16l209,485r6,14l222,514r7,14l241,563r16,30l272,622r18,29l308,678r19,26l346,733r17,29l351,786r-11,25l330,837r-10,26l310,889r-12,26l287,939r-13,23l277,972r4,10l282,993r-1,10l290,1003r7,5l304,1018r7,6l330,1050r21,25l374,1099r25,22l425,1143r24,21l473,1187r22,23l466,1248r-26,39l416,1326r-24,42l370,1408r-23,42l327,1492r-22,41l291,1519r-16,-17l259,1484r-14,-18l229,1447r-13,-17l202,1411r-11,-16l191,1464r10,13l212,1492r12,14l235,1522r13,14l261,1551r11,14l284,1577r-7,17l268,1611r-7,19l254,1647r-6,18l242,1682r-6,19l232,1720r-20,-26l195,1668r-16,-28l166,1611r-13,-28l142,1554r-12,-29l117,1496r,-12l113,1484r1,-7l112,1470r-5,-7l107,1456,93,1409,83,1360r-6,-49l74,1261r12,27l97,1314r15,26l126,1366r14,25l156,1415r17,25l191,1464r,-69l172,1368r-17,-28l139,1311r-15,-30l110,1252,97,1222,86,1192,74,1160r3,-39l83,1083r4,-37l94,1008r9,-36l114,936r13,-34l143,868r7,-13l156,840r4,-13l169,817r13,17l189,842r6,11l203,861r8,10l219,880r9,7l238,892r11,2l245,887r-6,-7l234,873r-6,-7l221,858r-6,-7l209,844r-6,-9l196,827r-7,-9l185,808r-6,-9l173,789r-5,-9l160,770r-8,-8l150,754r-1,-8l145,739r-8,-5l127,720r-8,-15l110,691r-8,-14l94,662,86,649,76,635,66,622r7,16l79,652r7,16l93,682r6,15l106,713r8,14l122,743r-20,33l84,811,68,847,54,883,41,920,31,959,21,997r-7,37l4,1092,,1151r1,59l2,1267r-1,11l4,1288r1,12l2,1311r5,26l11,1362r6,24l23,1411r5,23l35,1458r8,24l51,1506r9,16l68,1538r6,16l81,1571r8,16l94,1604r9,16l112,1634r15,35l145,1702r20,32l188,1764r23,29l236,1823r28,28l291,1880r-3,11l300,1900r13,7l325,1916r13,8l351,1935r12,8l374,1952r10,10l333,2057r7,4l351,2053r10,-9l371,2034r9,-11l389,2012r7,-11l403,1989r7,-13l439,1994r19,7l476,2010r19,7l515,2024r19,9l552,2040r20,7l591,2054r,-53l585,1998r-4,-3l575,1994r-5,-3l565,1989r-5,-3l554,1985r-6,-1l527,1975r-22,-9l483,1956r-20,-11l443,1932r-20,-15l404,1903r-18,-15l367,1873r-17,-18l333,1838r-18,-17l298,1803r-16,-17l267,1767r-15,-17l257,1730r4,-19l265,1691r6,-19l278,1653r7,-19l292,1616r9,-18l318,1611r18,13l353,1637r17,13l389,1663r17,13l423,1691r19,13l460,1717r18,13l496,1741r19,13l534,1766r18,11l572,1787r19,10l591,1759r-19,-11l554,1738r-17,-11l518,1715r-17,-13l483,1688r-17,-13l450,1659r-18,-12l416,1636r-16,-12l384,1611r-14,-14l354,1583r-16,-15l323,1552r20,-43l364,1467r22,-42l409,1383r24,-40l458,1303r25,-41l509,1223r16,13l544,1251r20,14l585,1281r23,16l631,1313r23,14l677,1343r23,14l722,1370r18,12l759,1391r14,8l786,1405r9,3l801,1408r4,-9l811,1381r10,-24l832,1330r12,-30l855,1271r10,-26l873,1223r24,13l920,1251r24,14l969,1278r24,15l1018,1307r24,13l1066,1333r26,13l1117,1359r25,13l1168,1383r26,12l1220,1405r27,10l1273,1424r-19,30l1234,1486r-20,30l1194,1546r-21,32l1151,1609r-21,28l1107,1668r-23,29l1059,1725r-24,28l1010,1780r-25,28l959,1834r-28,24l904,1883r-17,-5l870,1873r-16,-6l838,1861r-17,-6l805,1849r-16,-4l772,1841r-22,-10l728,1822r-23,-10l680,1800r-23,-10l634,1780r-23,-11l591,1759r,38l597,1799r6,3l610,1806r7,3l624,1812r7,4l637,1819r6,2l656,1828r14,6l684,1841r13,6l712,1852r14,8l740,1865r15,6l769,1877r15,4l798,1887r14,4l828,1897r14,4l858,1906r15,4l873,1914r-18,12l838,1939r-17,13l804,1966r-18,13l768,1992r-19,12l730,2014r-8,11l713,2033r-10,3l689,2031r-13,l663,2030r-13,-3l637,2023r-13,-6l613,2011r-12,-4l591,2001r,53l605,2059r16,5l638,2070r18,4l673,2079r17,4l706,2087r16,3l739,2092r16,l772,2092r17,1l806,2093r16,l839,2095r18,l874,2095r16,l907,2095r16,l939,2095r15,l970,2093r16,l992,2093r5,l1005,2093r8,l1020,2092r8,-2l1033,2090r6,-1l1039,2046r-14,3l1009,2050r-16,3l977,2054r-15,l946,2056r-16,l914,2057r-17,l881,2057r-16,l850,2056r-16,l818,2054r-16,l788,2053r-7,l775,2051r-7,l762,2050r-6,l749,2047r-4,-1l739,2043r6,-7l750,2030r8,-5l766,2023,903,1919r23,4l949,1926r23,3l995,1933r23,3l1041,1939r24,1l1088,1943r23,2l1135,1946r23,2l1183,1949r23,l1230,1950r23,-1l1277,1949r-13,10l1252,1968r-15,8l1224,1984r-14,7l1194,1997r-14,5l1165,2008r-15,4l1135,2017r-16,4l1104,2027r-16,4l1072,2036r-14,4l1042,2046r-1,l1041,2046r-2,l1039,2046r,43l1053,2086r15,-4l1081,2077r14,-4l1109,2069r15,-3l1138,2063r14,-2l1168,2054r18,-7l1203,2041r17,-4l1237,2031r19,-6l1273,2020r17,-8l1305,2008r13,-4l1331,1998r12,-6l1355,1986r11,-7l1378,1973r11,-7l1412,1952r19,-16l1450,1920r17,-19l1483,1883r17,-19l1516,1845r18,-19l1553,1819r6,l1563,1821r3,1l1570,1819r19,2l1609,1822r20,1l1651,1823r20,2l1692,1825r22,l1734,1825r22,l1777,1825r20,l1817,1823r22,l1857,1822r21,-1l1896,1819r19,-3l1934,1812r18,-3l1971,1806r19,-4l2008,1796r17,-6l2043,1782r5,-3l2056,1777r8,-1l2071,1776r9,l2087,1773r6,-3l2099,1763r23,-7l2145,1747r23,-10l2189,1725r23,-10l2234,1702r20,-13l2275,1676r17,-16l2310,1646r17,-16l2343,1614r16,-16l2374,1581r15,-17l2403,1546r13,-28l2425,1486r2,-33l2426,1420r-4,-34l2415,1355r-11,-32l2394,1295xe" fillcolor="black" stroked="f">
              <v:path arrowok="t"/>
            </v:shape>
            <w10:wrap side="left" anchorx="page" anchory="page"/>
          </v:group>
        </w:pict>
      </w:r>
    </w:p>
    <w:p w:rsidR="00265EA5" w:rsidRDefault="006771C9">
      <w:r>
        <w:rPr>
          <w:noProof/>
        </w:rPr>
        <w:pict>
          <v:shape id="_x0000_s1038" type="#_x0000_t202" style="position:absolute;margin-left:452.25pt;margin-top:404.25pt;width:120.6pt;height:161.25pt;z-index:6;visibility:visible;mso-wrap-edited:f;mso-wrap-distance-left:2.88pt;mso-wrap-distance-top:2.88pt;mso-wrap-distance-right:2.88pt;mso-wrap-distance-bottom:2.88pt;mso-position-horizontal-relative:page;mso-position-vertical-relative:page" o:regroupid="1" stroked="f" strokeweight="0" insetpen="t" o:cliptowrap="t">
            <v:shadow color="#ccc"/>
            <o:lock v:ext="edit" shapetype="t"/>
            <v:textbox style="mso-next-textbox:#_x0000_s1038;mso-column-margin:5.7pt" inset="2.85pt,2.85pt,2.85pt,2.85pt">
              <w:txbxContent/>
            </v:textbox>
            <w10:wrap side="left" anchorx="page" anchory="page"/>
          </v:shape>
        </w:pict>
      </w:r>
      <w:r>
        <w:rPr>
          <w:noProof/>
        </w:rPr>
        <w:pict>
          <v:shape id="_x0000_s1037" type="#_x0000_t202" style="position:absolute;margin-left:317.25pt;margin-top:404.25pt;width:120.6pt;height:167.1pt;z-index:5;visibility:visible;mso-wrap-edited:f;mso-wrap-distance-left:2.88pt;mso-wrap-distance-top:2.88pt;mso-wrap-distance-right:2.88pt;mso-wrap-distance-bottom:2.88pt;mso-position-horizontal-relative:page;mso-position-vertical-relative:page" o:regroupid="1" stroked="f" strokeweight="0" insetpen="t" o:cliptowrap="t">
            <v:shadow color="#ccc"/>
            <o:lock v:ext="edit" shapetype="t"/>
            <v:textbox style="mso-next-textbox:#_x0000_s1038;mso-column-margin:5.7pt" inset="2.85pt,2.85pt,2.85pt,2.85pt">
              <w:txbxContent/>
            </v:textbox>
            <w10:wrap side="left" anchorx="page" anchory="page"/>
          </v:shape>
        </w:pict>
      </w:r>
      <w:r w:rsidR="0058688D">
        <w:rPr>
          <w:noProof/>
        </w:rPr>
        <w:pict>
          <v:shape id="_x0000_s1051" type="#_x0000_t202" style="position:absolute;margin-left:455.25pt;margin-top:626.25pt;width:117.6pt;height:124.8pt;z-index:15;visibility:visible;mso-wrap-edited:f;mso-wrap-distance-left:2.88pt;mso-wrap-distance-top:2.88pt;mso-wrap-distance-right:2.88pt;mso-wrap-distance-bottom:2.88pt;mso-position-horizontal-relative:page;mso-position-vertical-relative:page" o:regroupid="1" stroked="f" strokeweight="0" insetpen="t" o:cliptowrap="t">
            <v:shadow color="#ccc"/>
            <o:lock v:ext="edit" shapetype="t"/>
            <v:textbox style="mso-next-textbox:#_x0000_s1051;mso-column-margin:5.7pt" inset="2.85pt,2.85pt,2.85pt,2.85pt">
              <w:txbxContent/>
            </v:textbox>
            <w10:wrap side="left" anchorx="page" anchory="page"/>
          </v:shape>
        </w:pict>
      </w:r>
      <w:r w:rsidR="00CA531A">
        <w:rPr>
          <w:noProof/>
        </w:rPr>
        <w:pict>
          <v:shape id="_x0000_s1050" type="#_x0000_t202" style="position:absolute;margin-left:317.25pt;margin-top:626.25pt;width:119.6pt;height:124.8pt;z-index:14;visibility:visible;mso-wrap-edited:f;mso-wrap-distance-left:2.88pt;mso-wrap-distance-top:2.88pt;mso-wrap-distance-right:2.88pt;mso-wrap-distance-bottom:2.88pt;mso-position-horizontal-relative:page;mso-position-vertical-relative:page" o:regroupid="1" stroked="f" strokeweight="0" insetpen="t" o:cliptowrap="t">
            <v:shadow color="#ccc"/>
            <o:lock v:ext="edit" shapetype="t"/>
            <v:textbox style="mso-next-textbox:#_x0000_s1051;mso-column-margin:5.7pt" inset="2.85pt,2.85pt,2.85pt,2.85pt">
              <w:txbxContent/>
            </v:textbox>
            <w10:wrap side="left" anchorx="page" anchory="page"/>
          </v:shape>
        </w:pict>
      </w:r>
      <w:r w:rsidR="00CA531A">
        <w:rPr>
          <w:noProof/>
        </w:rPr>
        <w:pict>
          <v:shape id="_x0000_s1048" type="#_x0000_t202" style="position:absolute;margin-left:182.25pt;margin-top:590.05pt;width:390.6pt;height:31.7pt;z-index:12;visibility:visible;mso-wrap-edited:f;mso-wrap-distance-left:2.88pt;mso-wrap-distance-top:2.88pt;mso-wrap-distance-right:2.88pt;mso-wrap-distance-bottom:2.88pt;mso-position-horizontal-relative:page;mso-position-vertical-relative:page" o:regroupid="1" stroked="f" strokeweight="0" insetpen="t" o:cliptowrap="t">
            <v:shadow color="#ccc"/>
            <o:lock v:ext="edit" shapetype="t"/>
            <v:textbox style="mso-next-textbox:#_x0000_s1048;mso-column-margin:5.7pt" inset="2.85pt,2.85pt,2.85pt,2.85pt">
              <w:txbxContent>
                <w:p w:rsidR="00265EA5" w:rsidRPr="002C2FC2" w:rsidRDefault="000467FD" w:rsidP="0029182B">
                  <w:pPr>
                    <w:pStyle w:val="Heading3"/>
                    <w:rPr>
                      <w:b/>
                    </w:rPr>
                  </w:pPr>
                  <w:r w:rsidRPr="002C2FC2">
                    <w:rPr>
                      <w:b/>
                    </w:rPr>
                    <w:t>File Management</w:t>
                  </w:r>
                </w:p>
              </w:txbxContent>
            </v:textbox>
            <w10:wrap side="left" anchorx="page" anchory="page"/>
          </v:shape>
        </w:pict>
      </w:r>
      <w:r w:rsidR="007F0378">
        <w:rPr>
          <w:noProof/>
        </w:rPr>
        <w:pict>
          <v:shape id="_x0000_s1139" type="#_x0000_t202" style="position:absolute;margin-left:44.75pt;margin-top:212.7pt;width:127.8pt;height:525pt;z-index:74;visibility:visible;mso-wrap-edited:f;mso-position-horizontal-relative:page;mso-position-vertical-relative:page" wrapcoords="0 0 21600 0 21600 21600 0 21600 0 0" filled="f" stroked="f">
            <v:textbox style="mso-next-textbox:#_x0000_s1139" inset="0,0,0,0">
              <w:txbxContent>
                <w:p w:rsidR="00F15FF2" w:rsidRPr="00F15FF2" w:rsidRDefault="008220AE" w:rsidP="00F15FF2">
                  <w:pPr>
                    <w:pStyle w:val="TOCText"/>
                  </w:pPr>
                  <w:r>
                    <w:t>Web Development</w:t>
                  </w:r>
                  <w:r w:rsidR="00F15FF2" w:rsidRPr="00F15FF2">
                    <w:tab/>
                  </w:r>
                  <w:r>
                    <w:t>1</w:t>
                  </w:r>
                </w:p>
                <w:p w:rsidR="00F15FF2" w:rsidRPr="00F15FF2" w:rsidRDefault="008220AE" w:rsidP="00F15FF2">
                  <w:pPr>
                    <w:pStyle w:val="TOCText"/>
                  </w:pPr>
                  <w:r>
                    <w:t>File Management</w:t>
                  </w:r>
                  <w:r w:rsidR="00F15FF2" w:rsidRPr="00F15FF2">
                    <w:tab/>
                  </w:r>
                  <w:r>
                    <w:t>1</w:t>
                  </w:r>
                </w:p>
                <w:p w:rsidR="00F15FF2" w:rsidRDefault="008220AE" w:rsidP="00F15FF2">
                  <w:pPr>
                    <w:pStyle w:val="TOCText"/>
                  </w:pPr>
                  <w:r>
                    <w:t>WWW Searching Activity</w:t>
                  </w:r>
                  <w:r w:rsidR="00F15FF2" w:rsidRPr="00F15FF2">
                    <w:tab/>
                    <w:t>2</w:t>
                  </w:r>
                </w:p>
                <w:p w:rsidR="00F15FF2" w:rsidRPr="00F15FF2" w:rsidRDefault="008220AE" w:rsidP="00F15FF2">
                  <w:pPr>
                    <w:pStyle w:val="TOCText"/>
                  </w:pPr>
                  <w:r>
                    <w:t>Pathfinder Activity</w:t>
                  </w:r>
                  <w:r w:rsidR="00F15FF2" w:rsidRPr="00F15FF2">
                    <w:tab/>
                  </w:r>
                  <w:r>
                    <w:t>2</w:t>
                  </w:r>
                </w:p>
                <w:p w:rsidR="00F15FF2" w:rsidRPr="00F15FF2" w:rsidRDefault="000467FD" w:rsidP="00F15FF2">
                  <w:pPr>
                    <w:pStyle w:val="TOCText"/>
                  </w:pPr>
                  <w:r>
                    <w:t>Copyright</w:t>
                  </w:r>
                  <w:r w:rsidR="00F15FF2" w:rsidRPr="00F15FF2">
                    <w:tab/>
                  </w:r>
                  <w:r>
                    <w:t>2</w:t>
                  </w:r>
                </w:p>
                <w:p w:rsidR="00F15FF2" w:rsidRPr="00F15FF2" w:rsidRDefault="000467FD" w:rsidP="00F15FF2">
                  <w:pPr>
                    <w:pStyle w:val="TOCText"/>
                  </w:pPr>
                  <w:r>
                    <w:t>Multimedia Presentation</w:t>
                  </w:r>
                  <w:r w:rsidR="00F15FF2" w:rsidRPr="00F15FF2">
                    <w:tab/>
                  </w:r>
                  <w:r w:rsidR="00F15FF2">
                    <w:t>3</w:t>
                  </w:r>
                </w:p>
                <w:p w:rsidR="00F15FF2" w:rsidRDefault="008E7DBD" w:rsidP="00F15FF2">
                  <w:pPr>
                    <w:pStyle w:val="TOCText"/>
                  </w:pPr>
                  <w:r>
                    <w:t>Office Productivity</w:t>
                  </w:r>
                  <w:r w:rsidR="000467FD">
                    <w:t xml:space="preserve"> Tools</w:t>
                  </w:r>
                  <w:r w:rsidR="00F15FF2">
                    <w:tab/>
                  </w:r>
                  <w:r w:rsidR="000467FD">
                    <w:t>3</w:t>
                  </w:r>
                </w:p>
                <w:p w:rsidR="000467FD" w:rsidRDefault="000467FD" w:rsidP="00F15FF2">
                  <w:pPr>
                    <w:pStyle w:val="TOCText"/>
                  </w:pPr>
                  <w:r>
                    <w:t>Online Communication</w:t>
                  </w:r>
                  <w:r>
                    <w:tab/>
                    <w:t>3</w:t>
                  </w:r>
                </w:p>
                <w:p w:rsidR="000467FD" w:rsidRDefault="000467FD" w:rsidP="00F15FF2">
                  <w:pPr>
                    <w:pStyle w:val="TOCText"/>
                  </w:pPr>
                  <w:r>
                    <w:t>Internet Tools</w:t>
                  </w:r>
                  <w:r>
                    <w:tab/>
                    <w:t>4</w:t>
                  </w:r>
                </w:p>
                <w:p w:rsidR="000467FD" w:rsidRDefault="000467FD" w:rsidP="00F15FF2">
                  <w:pPr>
                    <w:pStyle w:val="TOCText"/>
                  </w:pPr>
                  <w:r>
                    <w:t>Interactive Whiteboards</w:t>
                  </w:r>
                  <w:r>
                    <w:tab/>
                    <w:t>4</w:t>
                  </w:r>
                </w:p>
                <w:p w:rsidR="005D4D1A" w:rsidRDefault="005D4D1A" w:rsidP="00F15FF2">
                  <w:pPr>
                    <w:pStyle w:val="TOCText"/>
                  </w:pPr>
                </w:p>
                <w:p w:rsidR="005D4D1A" w:rsidRDefault="005D4D1A" w:rsidP="00317FC8">
                  <w:pPr>
                    <w:pStyle w:val="TOCText"/>
                    <w:jc w:val="center"/>
                  </w:pPr>
                </w:p>
                <w:p w:rsidR="005D4D1A" w:rsidRDefault="005D4D1A" w:rsidP="00F15FF2">
                  <w:pPr>
                    <w:pStyle w:val="TOCText"/>
                  </w:pPr>
                </w:p>
                <w:p w:rsidR="005D4D1A" w:rsidRDefault="005D4D1A" w:rsidP="00F15FF2">
                  <w:pPr>
                    <w:pStyle w:val="TOCText"/>
                  </w:pPr>
                </w:p>
                <w:p w:rsidR="005D4D1A" w:rsidRDefault="005D4D1A" w:rsidP="00F15FF2">
                  <w:pPr>
                    <w:pStyle w:val="TOCText"/>
                  </w:pPr>
                </w:p>
                <w:p w:rsidR="005D4D1A" w:rsidRDefault="005D4D1A" w:rsidP="00F15FF2">
                  <w:pPr>
                    <w:pStyle w:val="TOCText"/>
                  </w:pPr>
                </w:p>
                <w:p w:rsidR="005D4D1A" w:rsidRDefault="005D4D1A" w:rsidP="00F15FF2">
                  <w:pPr>
                    <w:pStyle w:val="TOCText"/>
                  </w:pPr>
                </w:p>
                <w:p w:rsidR="005D4D1A" w:rsidRDefault="005D4D1A" w:rsidP="00F15FF2">
                  <w:pPr>
                    <w:pStyle w:val="TOCText"/>
                  </w:pPr>
                </w:p>
                <w:p w:rsidR="005D4D1A" w:rsidRDefault="005D4D1A" w:rsidP="00F15FF2">
                  <w:pPr>
                    <w:pStyle w:val="TOCText"/>
                  </w:pPr>
                </w:p>
                <w:p w:rsidR="005D4D1A" w:rsidRPr="00F15FF2" w:rsidRDefault="005D4D1A" w:rsidP="005D4D1A">
                  <w:pPr>
                    <w:pStyle w:val="TOCText"/>
                    <w:jc w:val="center"/>
                  </w:pPr>
                </w:p>
              </w:txbxContent>
            </v:textbox>
            <w10:wrap anchorx="page" anchory="page"/>
          </v:shape>
        </w:pict>
      </w:r>
      <w:r w:rsidR="007F0378">
        <w:rPr>
          <w:noProof/>
        </w:rPr>
        <w:pict>
          <v:shape id="_x0000_s1049" type="#_x0000_t202" style="position:absolute;margin-left:182.25pt;margin-top:626.25pt;width:118.6pt;height:124.8pt;z-index:13;visibility:visible;mso-wrap-edited:f;mso-wrap-distance-left:2.88pt;mso-wrap-distance-top:2.88pt;mso-wrap-distance-right:2.88pt;mso-wrap-distance-bottom:2.88pt;mso-position-horizontal-relative:page;mso-position-vertical-relative:page" o:regroupid="1" stroked="f" strokeweight="0" insetpen="t" o:cliptowrap="t">
            <v:shadow color="#ccc"/>
            <o:lock v:ext="edit" shapetype="t"/>
            <v:textbox style="mso-next-textbox:#_x0000_s1050;mso-column-margin:5.7pt" inset="2.85pt,2.85pt,2.85pt,2.85pt">
              <w:txbxContent>
                <w:p w:rsidR="00B13435" w:rsidRPr="006771C9" w:rsidRDefault="00BC0D69" w:rsidP="0022453D">
                  <w:pPr>
                    <w:pStyle w:val="BodyText"/>
                    <w:rPr>
                      <w:sz w:val="22"/>
                      <w:szCs w:val="22"/>
                    </w:rPr>
                  </w:pPr>
                  <w:r w:rsidRPr="006771C9">
                    <w:rPr>
                      <w:sz w:val="22"/>
                      <w:szCs w:val="22"/>
                    </w:rPr>
                    <w:t>My life map gave me a whole new perspective of what was important and what was on the side lines of my life.</w:t>
                  </w:r>
                </w:p>
                <w:p w:rsidR="00BC0D69" w:rsidRPr="006771C9" w:rsidRDefault="00BC0D69" w:rsidP="0022453D">
                  <w:pPr>
                    <w:pStyle w:val="BodyText"/>
                    <w:rPr>
                      <w:sz w:val="22"/>
                      <w:szCs w:val="22"/>
                    </w:rPr>
                  </w:pPr>
                  <w:r w:rsidRPr="006771C9">
                    <w:rPr>
                      <w:sz w:val="22"/>
                      <w:szCs w:val="22"/>
                    </w:rPr>
                    <w:t>It was fun to create but subconsciously had me reevaluating my focus and goals.</w:t>
                  </w:r>
                </w:p>
                <w:p w:rsidR="00BC0D69" w:rsidRPr="006771C9" w:rsidRDefault="00BC0D69" w:rsidP="0022453D">
                  <w:pPr>
                    <w:pStyle w:val="BodyText"/>
                    <w:rPr>
                      <w:sz w:val="22"/>
                      <w:szCs w:val="22"/>
                    </w:rPr>
                  </w:pPr>
                  <w:r w:rsidRPr="006771C9">
                    <w:rPr>
                      <w:sz w:val="22"/>
                      <w:szCs w:val="22"/>
                    </w:rPr>
                    <w:t>I got so caught up in this project that I began to have doubts about why I was doing this Masters program.  I eventually realized that I was doing this because I felt it would add value to my</w:t>
                  </w:r>
                  <w:r>
                    <w:t xml:space="preserve"> life.  </w:t>
                  </w:r>
                  <w:r w:rsidRPr="006771C9">
                    <w:rPr>
                      <w:sz w:val="22"/>
                      <w:szCs w:val="22"/>
                    </w:rPr>
                    <w:t>It truly took me into an inner place and I recovered and went forward.  It was in summation a catharsis for me.</w:t>
                  </w:r>
                </w:p>
              </w:txbxContent>
            </v:textbox>
            <w10:wrap side="left" anchorx="page" anchory="page"/>
          </v:shape>
        </w:pict>
      </w:r>
      <w:r w:rsidR="007F0378">
        <w:rPr>
          <w:noProof/>
        </w:rPr>
        <w:pict>
          <v:line id="_x0000_s1053" style="position:absolute;z-index:17;visibility:visible;mso-wrap-edited:f;mso-wrap-distance-left:2.88pt;mso-wrap-distance-top:2.88pt;mso-wrap-distance-right:2.88pt;mso-wrap-distance-bottom:2.88pt;mso-position-horizontal-relative:page;mso-position-vertical-relative:page" from="183.75pt,585.75pt" to="572.85pt,585.75pt" o:regroupid="1" strokeweight="3pt" o:cliptowrap="t">
            <v:shadow color="#ccc"/>
            <w10:wrap side="left" anchorx="page" anchory="page"/>
          </v:line>
        </w:pict>
      </w:r>
      <w:r w:rsidR="007F0378">
        <w:rPr>
          <w:noProof/>
        </w:rPr>
        <w:pict>
          <v:shape id="_x0000_s1036" type="#_x0000_t202" style="position:absolute;margin-left:183.75pt;margin-top:218.5pt;width:120.6pt;height:352.85pt;z-index:4;visibility:visible;mso-wrap-edited:f;mso-wrap-distance-left:2.88pt;mso-wrap-distance-top:2.88pt;mso-wrap-distance-right:2.88pt;mso-wrap-distance-bottom:2.88pt;mso-position-horizontal-relative:page;mso-position-vertical-relative:page" o:regroupid="1" stroked="f" strokeweight="0" insetpen="t" o:cliptowrap="t">
            <v:shadow color="#ccc"/>
            <o:lock v:ext="edit" shapetype="t"/>
            <v:textbox style="mso-next-textbox:#_x0000_s1037;mso-column-margin:5.7pt" inset="2.85pt,2.85pt,2.85pt,2.85pt">
              <w:txbxContent>
                <w:p w:rsidR="00265EA5" w:rsidRPr="006771C9" w:rsidRDefault="00B76ED7" w:rsidP="0022453D">
                  <w:pPr>
                    <w:pStyle w:val="BodyText"/>
                    <w:rPr>
                      <w:sz w:val="22"/>
                      <w:szCs w:val="22"/>
                    </w:rPr>
                  </w:pPr>
                  <w:r w:rsidRPr="006771C9">
                    <w:rPr>
                      <w:sz w:val="22"/>
                      <w:szCs w:val="22"/>
                    </w:rPr>
                    <w:t>Creating my Wiki space has been a great challenge.  I have been constantly editing it.  Making changes and additions to my Wiki has given me a true feeling of how creative one can become.</w:t>
                  </w:r>
                </w:p>
                <w:p w:rsidR="00B76ED7" w:rsidRPr="006771C9" w:rsidRDefault="00B76ED7" w:rsidP="0022453D">
                  <w:pPr>
                    <w:pStyle w:val="BodyText"/>
                    <w:rPr>
                      <w:sz w:val="22"/>
                      <w:szCs w:val="22"/>
                    </w:rPr>
                  </w:pPr>
                  <w:r w:rsidRPr="006771C9">
                    <w:rPr>
                      <w:sz w:val="22"/>
                      <w:szCs w:val="22"/>
                    </w:rPr>
                    <w:t xml:space="preserve">I have learned so much in such a short period of time.  The Wiki has </w:t>
                  </w:r>
                  <w:r w:rsidR="00331106" w:rsidRPr="006771C9">
                    <w:rPr>
                      <w:sz w:val="22"/>
                      <w:szCs w:val="22"/>
                    </w:rPr>
                    <w:t>sharpened my focus, as well giving</w:t>
                  </w:r>
                  <w:r w:rsidRPr="006771C9">
                    <w:rPr>
                      <w:sz w:val="22"/>
                      <w:szCs w:val="22"/>
                    </w:rPr>
                    <w:t xml:space="preserve"> me the opportunity to reflect on my personal transition from beginning of class to this final reflection.</w:t>
                  </w:r>
                </w:p>
                <w:p w:rsidR="0058688D" w:rsidRPr="006771C9" w:rsidRDefault="0058688D" w:rsidP="0022453D">
                  <w:pPr>
                    <w:pStyle w:val="BodyText"/>
                    <w:rPr>
                      <w:sz w:val="22"/>
                      <w:szCs w:val="22"/>
                    </w:rPr>
                  </w:pPr>
                  <w:r w:rsidRPr="006771C9">
                    <w:rPr>
                      <w:sz w:val="22"/>
                      <w:szCs w:val="22"/>
                    </w:rPr>
                    <w:t xml:space="preserve">The application of the specific phases of the Technology Learning Cycle: Awareness, Exploration and Filtration, Learning, </w:t>
                  </w:r>
                  <w:r w:rsidR="00331106" w:rsidRPr="006771C9">
                    <w:rPr>
                      <w:sz w:val="22"/>
                      <w:szCs w:val="22"/>
                    </w:rPr>
                    <w:t>Personal and Professional Application, Sharing and Reflection allowed me to move through the phases of understanding and apply</w:t>
                  </w:r>
                  <w:r w:rsidR="00331106">
                    <w:t xml:space="preserve"> </w:t>
                  </w:r>
                  <w:r w:rsidR="00331106" w:rsidRPr="006771C9">
                    <w:rPr>
                      <w:sz w:val="22"/>
                      <w:szCs w:val="22"/>
                    </w:rPr>
                    <w:t xml:space="preserve">the </w:t>
                  </w:r>
                  <w:r w:rsidR="004904BC" w:rsidRPr="006771C9">
                    <w:rPr>
                      <w:sz w:val="22"/>
                      <w:szCs w:val="22"/>
                    </w:rPr>
                    <w:t xml:space="preserve">use </w:t>
                  </w:r>
                  <w:r w:rsidR="00331106" w:rsidRPr="006771C9">
                    <w:rPr>
                      <w:sz w:val="22"/>
                      <w:szCs w:val="22"/>
                    </w:rPr>
                    <w:t xml:space="preserve">technology tools that I have learned. </w:t>
                  </w:r>
                </w:p>
                <w:p w:rsidR="00B76ED7" w:rsidRPr="0022453D" w:rsidRDefault="00B76ED7" w:rsidP="0022453D">
                  <w:pPr>
                    <w:pStyle w:val="BodyText"/>
                  </w:pPr>
                  <w:r w:rsidRPr="006771C9">
                    <w:rPr>
                      <w:sz w:val="22"/>
                      <w:szCs w:val="22"/>
                    </w:rPr>
                    <w:t>The other blessing I have received in this class is</w:t>
                  </w:r>
                  <w:r>
                    <w:t xml:space="preserve"> </w:t>
                  </w:r>
                  <w:r w:rsidRPr="006771C9">
                    <w:rPr>
                      <w:sz w:val="22"/>
                      <w:szCs w:val="22"/>
                    </w:rPr>
                    <w:t>observing my class mates and their progress. As the years pass I know I will watch all of my class mates become active professionals and I will be very proud to have participated in this class with them.</w:t>
                  </w:r>
                  <w:r w:rsidR="005D4D1A">
                    <w:t xml:space="preserve">  </w:t>
                  </w:r>
                </w:p>
              </w:txbxContent>
            </v:textbox>
            <w10:wrap side="left" anchorx="page" anchory="page"/>
          </v:shape>
        </w:pict>
      </w:r>
      <w:r w:rsidR="007F0378">
        <w:rPr>
          <w:noProof/>
        </w:rPr>
        <w:pict>
          <v:shape id="_x0000_s1044" type="#_x0000_t202" style="position:absolute;margin-left:44.25pt;margin-top:192.7pt;width:123.6pt;height:15.65pt;z-index:9;visibility:visible;mso-wrap-edited:f;mso-wrap-distance-left:2.88pt;mso-wrap-distance-top:2.88pt;mso-wrap-distance-right:2.88pt;mso-wrap-distance-bottom:2.88pt;mso-position-horizontal-relative:page;mso-position-vertical-relative:page" o:regroupid="2" filled="f" stroked="f" strokeweight="0" insetpen="t" o:cliptowrap="t">
            <v:shadow color="#ccc"/>
            <o:lock v:ext="edit" shapetype="t"/>
            <v:textbox style="mso-next-textbox:#_x0000_s1044;mso-column-margin:5.7pt" inset="2.85pt,2.85pt,2.85pt,2.85pt">
              <w:txbxContent>
                <w:p w:rsidR="00265EA5" w:rsidRPr="00F15FF2" w:rsidRDefault="00265EA5" w:rsidP="00F15FF2">
                  <w:pPr>
                    <w:pStyle w:val="TOCTitle"/>
                  </w:pPr>
                  <w:r w:rsidRPr="00F15FF2">
                    <w:t>Inside this issue:</w:t>
                  </w:r>
                </w:p>
              </w:txbxContent>
            </v:textbox>
            <w10:wrap side="left" anchorx="page" anchory="page"/>
          </v:shape>
        </w:pict>
      </w:r>
      <w:r w:rsidR="007F0378">
        <w:rPr>
          <w:noProof/>
        </w:rPr>
        <w:pict>
          <v:shape id="_x0000_s1047" type="#_x0000_t202" style="position:absolute;margin-left:58.6pt;margin-top:93.35pt;width:469.75pt;height:53.25pt;z-index:11;visibility:visible;mso-wrap-edited:f;mso-wrap-distance-left:2.88pt;mso-wrap-distance-top:2.88pt;mso-wrap-distance-right:2.88pt;mso-wrap-distance-bottom:2.88pt;mso-position-horizontal-relative:page;mso-position-vertical-relative:page" o:regroupid="1" filled="f" stroked="f" strokeweight="0" insetpen="t" o:cliptowrap="t">
            <v:shadow color="#ccc"/>
            <o:lock v:ext="edit" shapetype="t"/>
            <v:textbox style="mso-next-textbox:#_x0000_s1047;mso-column-margin:5.7pt" inset="2.85pt,2.85pt,2.85pt,2.85pt">
              <w:txbxContent>
                <w:p w:rsidR="00265EA5" w:rsidRPr="00974687" w:rsidRDefault="008220AE" w:rsidP="0029182B">
                  <w:pPr>
                    <w:pStyle w:val="Masthead"/>
                  </w:pPr>
                  <w:r>
                    <w:t>Final Reflections</w:t>
                  </w:r>
                </w:p>
              </w:txbxContent>
            </v:textbox>
            <w10:wrap side="left" anchorx="page" anchory="page"/>
          </v:shape>
        </w:pict>
      </w:r>
      <w:r w:rsidR="007F0378">
        <w:rPr>
          <w:noProof/>
        </w:rPr>
        <w:pict>
          <v:shape id="_x0000_s1040" type="#_x0000_t202" style="position:absolute;margin-left:182.25pt;margin-top:186.6pt;width:390.6pt;height:31.2pt;z-index:8;visibility:visible;mso-wrap-edited:f;mso-wrap-distance-left:2.88pt;mso-wrap-distance-top:2.88pt;mso-wrap-distance-right:2.88pt;mso-wrap-distance-bottom:2.88pt;mso-position-horizontal-relative:page;mso-position-vertical-relative:page" o:regroupid="1" stroked="f" strokeweight="0" insetpen="t" o:cliptowrap="t">
            <v:shadow color="#ccc"/>
            <o:lock v:ext="edit" shapetype="t"/>
            <v:textbox style="mso-next-textbox:#_x0000_s1040;mso-column-margin:5.7pt" inset="2.85pt,2.85pt,2.85pt,2.85pt">
              <w:txbxContent>
                <w:p w:rsidR="00265EA5" w:rsidRPr="002C2FC2" w:rsidRDefault="000467FD" w:rsidP="00974687">
                  <w:pPr>
                    <w:pStyle w:val="Heading2"/>
                    <w:rPr>
                      <w:b/>
                    </w:rPr>
                  </w:pPr>
                  <w:r w:rsidRPr="002C2FC2">
                    <w:rPr>
                      <w:b/>
                    </w:rPr>
                    <w:t>Web Development</w:t>
                  </w:r>
                </w:p>
              </w:txbxContent>
            </v:textbox>
            <w10:wrap side="left" anchorx="page" anchory="page"/>
          </v:shape>
        </w:pict>
      </w:r>
      <w:r w:rsidR="00974687">
        <w:br w:type="page"/>
      </w:r>
      <w:r w:rsidR="00C46EC3">
        <w:rPr>
          <w:noProof/>
        </w:rPr>
        <w:lastRenderedPageBreak/>
        <w:pict>
          <v:shape id="_x0000_s1077" type="#_x0000_t202" style="position:absolute;margin-left:310.1pt;margin-top:602.55pt;width:118pt;height:125.85pt;z-index:29;visibility:visible;mso-position-horizontal-relative:page;mso-position-vertical-relative:page" filled="f" stroked="f">
            <v:textbox style="mso-next-textbox:#_x0000_s1078" inset="0,0,0,0">
              <w:txbxContent/>
            </v:textbox>
            <w10:wrap side="left" anchorx="page" anchory="page"/>
          </v:shape>
        </w:pict>
      </w:r>
      <w:r w:rsidR="00C46EC3">
        <w:rPr>
          <w:noProof/>
        </w:rPr>
        <w:pict>
          <v:shape id="_x0000_s1075" type="#_x0000_t202" style="position:absolute;margin-left:179.35pt;margin-top:602.55pt;width:118pt;height:125.85pt;z-index:27;mso-position-horizontal-relative:page;mso-position-vertical-relative:page" filled="f" stroked="f">
            <v:textbox style="mso-next-textbox:#_x0000_s1077" inset="0,0,0,0">
              <w:txbxContent>
                <w:p w:rsidR="00B13435" w:rsidRPr="00C46EC3" w:rsidRDefault="00467B58" w:rsidP="0022453D">
                  <w:pPr>
                    <w:pStyle w:val="BodyText"/>
                    <w:rPr>
                      <w:sz w:val="22"/>
                      <w:szCs w:val="22"/>
                    </w:rPr>
                  </w:pPr>
                  <w:r w:rsidRPr="00C46EC3">
                    <w:rPr>
                      <w:sz w:val="22"/>
                      <w:szCs w:val="22"/>
                    </w:rPr>
                    <w:t xml:space="preserve">I viewed an online production titled, </w:t>
                  </w:r>
                  <w:r w:rsidR="006D23D8" w:rsidRPr="00C46EC3">
                    <w:rPr>
                      <w:sz w:val="22"/>
                      <w:szCs w:val="22"/>
                    </w:rPr>
                    <w:t>The Illustrated Guide to Academic Integrity</w:t>
                  </w:r>
                  <w:r w:rsidR="006D23D8" w:rsidRPr="00C46EC3">
                    <w:rPr>
                      <w:i/>
                      <w:sz w:val="22"/>
                      <w:szCs w:val="22"/>
                    </w:rPr>
                    <w:t>.</w:t>
                  </w:r>
                </w:p>
                <w:p w:rsidR="006D23D8" w:rsidRPr="00C46EC3" w:rsidRDefault="006D23D8" w:rsidP="0022453D">
                  <w:pPr>
                    <w:pStyle w:val="BodyText"/>
                    <w:rPr>
                      <w:sz w:val="22"/>
                      <w:szCs w:val="22"/>
                    </w:rPr>
                  </w:pPr>
                  <w:r w:rsidRPr="00C46EC3">
                    <w:rPr>
                      <w:sz w:val="22"/>
                      <w:szCs w:val="22"/>
                    </w:rPr>
                    <w:t>After viewing this presentation I considered how I would use it in a classroom setting.</w:t>
                  </w:r>
                </w:p>
                <w:p w:rsidR="006D23D8" w:rsidRDefault="006D23D8" w:rsidP="0022453D">
                  <w:pPr>
                    <w:pStyle w:val="BodyText"/>
                  </w:pPr>
                  <w:r w:rsidRPr="00C46EC3">
                    <w:rPr>
                      <w:sz w:val="22"/>
                      <w:szCs w:val="22"/>
                    </w:rPr>
                    <w:t>I summed this up by</w:t>
                  </w:r>
                  <w:r>
                    <w:t xml:space="preserve"> </w:t>
                  </w:r>
                  <w:r w:rsidRPr="00C46EC3">
                    <w:rPr>
                      <w:sz w:val="22"/>
                      <w:szCs w:val="22"/>
                    </w:rPr>
                    <w:t xml:space="preserve">suggesting that my students become aware of the site </w:t>
                  </w:r>
                  <w:proofErr w:type="spellStart"/>
                  <w:r w:rsidRPr="00C46EC3">
                    <w:rPr>
                      <w:sz w:val="22"/>
                      <w:szCs w:val="22"/>
                    </w:rPr>
                    <w:t>Wrightcheck</w:t>
                  </w:r>
                  <w:proofErr w:type="spellEnd"/>
                  <w:r w:rsidRPr="00C46EC3">
                    <w:rPr>
                      <w:sz w:val="22"/>
                      <w:szCs w:val="22"/>
                    </w:rPr>
                    <w:t xml:space="preserve"> which would enable them to know if their work was theirs or actually belonged to someone else</w:t>
                  </w:r>
                  <w:r>
                    <w:t>.</w:t>
                  </w:r>
                </w:p>
                <w:p w:rsidR="006D23D8" w:rsidRDefault="006D23D8" w:rsidP="0022453D">
                  <w:pPr>
                    <w:pStyle w:val="BodyText"/>
                  </w:pPr>
                  <w:r w:rsidRPr="00C46EC3">
                    <w:rPr>
                      <w:sz w:val="22"/>
                      <w:szCs w:val="22"/>
                    </w:rPr>
                    <w:t>It was an interesting section and gave rise to understanding the importance of copyright and how important it is to not violate others’ intellectual properties</w:t>
                  </w:r>
                  <w:r>
                    <w:t>.</w:t>
                  </w:r>
                  <w:r w:rsidR="00CA531A">
                    <w:t xml:space="preserve"> </w:t>
                  </w:r>
                </w:p>
              </w:txbxContent>
            </v:textbox>
            <w10:wrap side="left" anchorx="page" anchory="page"/>
          </v:shape>
        </w:pict>
      </w:r>
      <w:r w:rsidR="007F0378">
        <w:pict>
          <v:shape id="_x0000_s1083" type="#_x0000_t202" style="position:absolute;margin-left:52pt;margin-top:108pt;width:108pt;height:615.75pt;z-index:34;mso-position-horizontal-relative:page;mso-position-vertical-relative:page" filled="f" stroked="f">
            <v:textbox style="mso-next-textbox:#_x0000_s1083">
              <w:txbxContent>
                <w:p w:rsidR="00394F50" w:rsidRDefault="003555E7" w:rsidP="002312C6">
                  <w:pPr>
                    <w:jc w:val="center"/>
                  </w:pPr>
                  <w:r>
                    <w:t xml:space="preserve">A Pathfinder is a </w:t>
                  </w:r>
                  <w:r w:rsidR="0058688D">
                    <w:t>map</w:t>
                  </w:r>
                  <w:r>
                    <w:t xml:space="preserve"> for those who follow.  If </w:t>
                  </w:r>
                  <w:r w:rsidR="00736B58">
                    <w:t xml:space="preserve">one is </w:t>
                  </w:r>
                  <w:r>
                    <w:t>a</w:t>
                  </w:r>
                  <w:r w:rsidR="00736B58">
                    <w:t xml:space="preserve">cting as   </w:t>
                  </w:r>
                  <w:r>
                    <w:t>pathfinder</w:t>
                  </w:r>
                  <w:r w:rsidR="00736B58">
                    <w:t xml:space="preserve">: </w:t>
                  </w:r>
                  <w:r>
                    <w:t xml:space="preserve"> one must share both the pointing finger to the goal and warnings</w:t>
                  </w:r>
                  <w:r w:rsidR="00736B58">
                    <w:t xml:space="preserve"> of the dangers one may</w:t>
                  </w:r>
                  <w:r>
                    <w:t xml:space="preserve"> encounter.</w:t>
                  </w:r>
                </w:p>
                <w:p w:rsidR="002C2FC2" w:rsidRDefault="002C2FC2" w:rsidP="003555E7"/>
                <w:p w:rsidR="0058688D" w:rsidRDefault="000B0438" w:rsidP="000B0438">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3.75pt;height:81.75pt">
                        <v:imagedata r:id="rId5" o:title=""/>
                      </v:shape>
                    </w:pict>
                  </w:r>
                </w:p>
                <w:p w:rsidR="000B0438" w:rsidRPr="006771C9" w:rsidRDefault="000B0438" w:rsidP="000B0438">
                  <w:pPr>
                    <w:jc w:val="center"/>
                    <w:rPr>
                      <w:sz w:val="24"/>
                      <w:szCs w:val="24"/>
                    </w:rPr>
                  </w:pPr>
                  <w:r w:rsidRPr="006771C9">
                    <w:rPr>
                      <w:sz w:val="24"/>
                      <w:szCs w:val="24"/>
                    </w:rPr>
                    <w:t>Left Brained</w:t>
                  </w:r>
                </w:p>
                <w:p w:rsidR="000B0438" w:rsidRPr="006771C9" w:rsidRDefault="000B0438" w:rsidP="000B0438">
                  <w:pPr>
                    <w:jc w:val="center"/>
                    <w:rPr>
                      <w:sz w:val="24"/>
                      <w:szCs w:val="24"/>
                    </w:rPr>
                  </w:pPr>
                  <w:r w:rsidRPr="006771C9">
                    <w:rPr>
                      <w:sz w:val="24"/>
                      <w:szCs w:val="24"/>
                    </w:rPr>
                    <w:t>53/47</w:t>
                  </w:r>
                </w:p>
                <w:p w:rsidR="000B0438" w:rsidRDefault="000B0438" w:rsidP="000B0438">
                  <w:pPr>
                    <w:jc w:val="center"/>
                  </w:pPr>
                </w:p>
                <w:p w:rsidR="000B0438" w:rsidRDefault="002312C6" w:rsidP="000B0438">
                  <w:pPr>
                    <w:jc w:val="center"/>
                  </w:pPr>
                  <w:r>
                    <w:pict>
                      <v:shape id="_x0000_i1030" type="#_x0000_t75" style="width:94.5pt;height:141pt">
                        <v:imagedata r:id="rId6" o:title=""/>
                      </v:shape>
                    </w:pict>
                  </w:r>
                </w:p>
                <w:p w:rsidR="0058688D" w:rsidRDefault="0058688D" w:rsidP="003555E7"/>
                <w:p w:rsidR="002C2FC2" w:rsidRDefault="002C2FC2" w:rsidP="002C2FC2">
                  <w:pPr>
                    <w:jc w:val="center"/>
                    <w:rPr>
                      <w:i/>
                    </w:rPr>
                  </w:pPr>
                  <w:r>
                    <w:rPr>
                      <w:i/>
                    </w:rPr>
                    <w:t xml:space="preserve"> </w:t>
                  </w:r>
                </w:p>
                <w:p w:rsidR="00315515" w:rsidRDefault="00315515" w:rsidP="002C2FC2">
                  <w:pPr>
                    <w:jc w:val="center"/>
                    <w:rPr>
                      <w:i/>
                    </w:rPr>
                  </w:pPr>
                </w:p>
                <w:p w:rsidR="0058688D" w:rsidRDefault="0058688D" w:rsidP="002C2FC2">
                  <w:pPr>
                    <w:jc w:val="center"/>
                    <w:rPr>
                      <w:i/>
                    </w:rPr>
                  </w:pPr>
                </w:p>
                <w:p w:rsidR="0058688D" w:rsidRDefault="0058688D" w:rsidP="002C2FC2">
                  <w:pPr>
                    <w:jc w:val="center"/>
                    <w:rPr>
                      <w:i/>
                    </w:rPr>
                  </w:pPr>
                </w:p>
                <w:p w:rsidR="0058688D" w:rsidRDefault="0058688D" w:rsidP="002C2FC2">
                  <w:pPr>
                    <w:jc w:val="center"/>
                    <w:rPr>
                      <w:i/>
                    </w:rPr>
                  </w:pPr>
                </w:p>
                <w:p w:rsidR="0058688D" w:rsidRDefault="0058688D" w:rsidP="002C2FC2">
                  <w:pPr>
                    <w:jc w:val="center"/>
                    <w:rPr>
                      <w:i/>
                    </w:rPr>
                  </w:pPr>
                </w:p>
                <w:p w:rsidR="0058688D" w:rsidRDefault="0058688D" w:rsidP="002C2FC2">
                  <w:pPr>
                    <w:jc w:val="center"/>
                    <w:rPr>
                      <w:i/>
                    </w:rPr>
                  </w:pPr>
                </w:p>
                <w:p w:rsidR="0058688D" w:rsidRDefault="0058688D" w:rsidP="002C2FC2">
                  <w:pPr>
                    <w:jc w:val="center"/>
                    <w:rPr>
                      <w:i/>
                    </w:rPr>
                  </w:pPr>
                </w:p>
                <w:p w:rsidR="0058688D" w:rsidRDefault="0058688D" w:rsidP="002C2FC2">
                  <w:pPr>
                    <w:jc w:val="center"/>
                    <w:rPr>
                      <w:i/>
                    </w:rPr>
                  </w:pPr>
                </w:p>
                <w:p w:rsidR="0058688D" w:rsidRDefault="0058688D" w:rsidP="002C2FC2">
                  <w:pPr>
                    <w:jc w:val="center"/>
                    <w:rPr>
                      <w:i/>
                    </w:rPr>
                  </w:pPr>
                </w:p>
                <w:p w:rsidR="0058688D" w:rsidRDefault="0058688D" w:rsidP="002C2FC2">
                  <w:pPr>
                    <w:jc w:val="center"/>
                    <w:rPr>
                      <w:i/>
                    </w:rPr>
                  </w:pPr>
                </w:p>
                <w:p w:rsidR="0058688D" w:rsidRDefault="0058688D" w:rsidP="002C2FC2">
                  <w:pPr>
                    <w:jc w:val="center"/>
                    <w:rPr>
                      <w:i/>
                    </w:rPr>
                  </w:pPr>
                </w:p>
                <w:p w:rsidR="0058688D" w:rsidRDefault="0058688D" w:rsidP="002C2FC2">
                  <w:pPr>
                    <w:jc w:val="center"/>
                    <w:rPr>
                      <w:i/>
                    </w:rPr>
                  </w:pPr>
                </w:p>
                <w:p w:rsidR="00315515" w:rsidRDefault="00315515" w:rsidP="00315515">
                  <w:pPr>
                    <w:pStyle w:val="Pullquote"/>
                  </w:pPr>
                  <w:r>
                    <w:t>Skype has allowed me to bring my family into my living room even though they live thousands of miles away.</w:t>
                  </w:r>
                </w:p>
                <w:p w:rsidR="00315515" w:rsidRPr="002C2FC2" w:rsidRDefault="00315515" w:rsidP="002C2FC2">
                  <w:pPr>
                    <w:jc w:val="center"/>
                    <w:rPr>
                      <w:i/>
                    </w:rPr>
                  </w:pPr>
                </w:p>
              </w:txbxContent>
            </v:textbox>
            <w10:wrap side="left" anchorx="page" anchory="page"/>
          </v:shape>
        </w:pict>
      </w:r>
      <w:r w:rsidR="007F0378">
        <w:rPr>
          <w:noProof/>
        </w:rPr>
        <w:pict>
          <v:shape id="_x0000_s1067" type="#_x0000_t202" style="position:absolute;margin-left:180.1pt;margin-top:132.8pt;width:118pt;height:183.05pt;z-index:19;mso-position-horizontal-relative:page;mso-position-vertical-relative:page" filled="f" stroked="f">
            <v:textbox style="mso-next-textbox:#_x0000_s1069" inset="0,0,0,0">
              <w:txbxContent>
                <w:p w:rsidR="00B13435" w:rsidRPr="00C46EC3" w:rsidRDefault="00D56EF7" w:rsidP="0022453D">
                  <w:pPr>
                    <w:pStyle w:val="BodyText"/>
                    <w:rPr>
                      <w:sz w:val="22"/>
                      <w:szCs w:val="22"/>
                    </w:rPr>
                  </w:pPr>
                  <w:r w:rsidRPr="00C46EC3">
                    <w:rPr>
                      <w:sz w:val="22"/>
                      <w:szCs w:val="22"/>
                    </w:rPr>
                    <w:t>This assignment was a genuine work project.  I worked with the Boolean logic and the different operatives contained therein.</w:t>
                  </w:r>
                </w:p>
                <w:p w:rsidR="00D56EF7" w:rsidRPr="00C46EC3" w:rsidRDefault="00D56EF7" w:rsidP="0022453D">
                  <w:pPr>
                    <w:pStyle w:val="BodyText"/>
                    <w:rPr>
                      <w:sz w:val="22"/>
                      <w:szCs w:val="22"/>
                    </w:rPr>
                  </w:pPr>
                  <w:r w:rsidRPr="00C46EC3">
                    <w:rPr>
                      <w:sz w:val="22"/>
                      <w:szCs w:val="22"/>
                    </w:rPr>
                    <w:t>I explored the four major search engines that I use.</w:t>
                  </w:r>
                </w:p>
                <w:p w:rsidR="00D56EF7" w:rsidRPr="00C46EC3" w:rsidRDefault="003555E7" w:rsidP="0022453D">
                  <w:pPr>
                    <w:pStyle w:val="BodyText"/>
                    <w:rPr>
                      <w:sz w:val="22"/>
                      <w:szCs w:val="22"/>
                    </w:rPr>
                  </w:pPr>
                  <w:r w:rsidRPr="00C46EC3">
                    <w:rPr>
                      <w:sz w:val="22"/>
                      <w:szCs w:val="22"/>
                    </w:rPr>
                    <w:t>Utilizing the Boolean operators I tried several different subject searches.</w:t>
                  </w:r>
                </w:p>
                <w:p w:rsidR="003555E7" w:rsidRPr="00C46EC3" w:rsidRDefault="003555E7" w:rsidP="0022453D">
                  <w:pPr>
                    <w:pStyle w:val="BodyText"/>
                    <w:rPr>
                      <w:sz w:val="22"/>
                      <w:szCs w:val="22"/>
                    </w:rPr>
                  </w:pPr>
                  <w:r w:rsidRPr="00C46EC3">
                    <w:rPr>
                      <w:sz w:val="22"/>
                      <w:szCs w:val="22"/>
                    </w:rPr>
                    <w:t>I searched different domains listed in activity no. 4.</w:t>
                  </w:r>
                </w:p>
                <w:p w:rsidR="003555E7" w:rsidRPr="00C46EC3" w:rsidRDefault="003555E7" w:rsidP="0022453D">
                  <w:pPr>
                    <w:pStyle w:val="BodyText"/>
                    <w:rPr>
                      <w:sz w:val="22"/>
                      <w:szCs w:val="22"/>
                    </w:rPr>
                  </w:pPr>
                  <w:r w:rsidRPr="00C46EC3">
                    <w:rPr>
                      <w:sz w:val="22"/>
                      <w:szCs w:val="22"/>
                    </w:rPr>
                    <w:t xml:space="preserve">I then moved on and initiated </w:t>
                  </w:r>
                  <w:r w:rsidR="008162C7" w:rsidRPr="00C46EC3">
                    <w:rPr>
                      <w:sz w:val="22"/>
                      <w:szCs w:val="22"/>
                    </w:rPr>
                    <w:t>m</w:t>
                  </w:r>
                  <w:r w:rsidRPr="00C46EC3">
                    <w:rPr>
                      <w:sz w:val="22"/>
                      <w:szCs w:val="22"/>
                    </w:rPr>
                    <w:t>y Pathfinder Activity.</w:t>
                  </w:r>
                </w:p>
                <w:p w:rsidR="00383776" w:rsidRDefault="00383776" w:rsidP="0022453D">
                  <w:pPr>
                    <w:pStyle w:val="BodyText"/>
                  </w:pPr>
                  <w:r w:rsidRPr="00C46EC3">
                    <w:rPr>
                      <w:sz w:val="22"/>
                      <w:szCs w:val="22"/>
                    </w:rPr>
                    <w:t xml:space="preserve">The bonus activity of creating my own personalized search engine was a lot of fun and so much easier than I thought it would have been. </w:t>
                  </w:r>
                </w:p>
                <w:p w:rsidR="00383776" w:rsidRDefault="00383776" w:rsidP="0022453D">
                  <w:pPr>
                    <w:pStyle w:val="BodyText"/>
                  </w:pPr>
                </w:p>
              </w:txbxContent>
            </v:textbox>
            <w10:wrap side="left" anchorx="page" anchory="page"/>
          </v:shape>
        </w:pict>
      </w:r>
      <w:r w:rsidR="007F0378">
        <w:rPr>
          <w:noProof/>
        </w:rPr>
        <w:pict>
          <v:shape id="_x0000_s1068" type="#_x0000_t202" style="position:absolute;margin-left:180.1pt;margin-top:102.65pt;width:378pt;height:26.1pt;z-index:20;mso-position-horizontal-relative:page;mso-position-vertical-relative:page" filled="f" stroked="f">
            <v:textbox style="mso-next-textbox:#_x0000_s1068" inset="0,0,0,0">
              <w:txbxContent>
                <w:p w:rsidR="00B13435" w:rsidRPr="002C2FC2" w:rsidRDefault="00D56EF7" w:rsidP="0029182B">
                  <w:pPr>
                    <w:pStyle w:val="Heading3"/>
                    <w:rPr>
                      <w:b/>
                    </w:rPr>
                  </w:pPr>
                  <w:r w:rsidRPr="002C2FC2">
                    <w:rPr>
                      <w:b/>
                    </w:rPr>
                    <w:t>WWW Search</w:t>
                  </w:r>
                  <w:r w:rsidR="000467FD" w:rsidRPr="002C2FC2">
                    <w:rPr>
                      <w:b/>
                    </w:rPr>
                    <w:t xml:space="preserve"> </w:t>
                  </w:r>
                  <w:r w:rsidRPr="002C2FC2">
                    <w:rPr>
                      <w:b/>
                    </w:rPr>
                    <w:t>Strategies Assignment</w:t>
                  </w:r>
                </w:p>
                <w:p w:rsidR="00B13435" w:rsidRDefault="00B13435" w:rsidP="00974687">
                  <w:pPr>
                    <w:pStyle w:val="Heading2"/>
                  </w:pPr>
                </w:p>
              </w:txbxContent>
            </v:textbox>
            <w10:wrap side="left" anchorx="page" anchory="page"/>
          </v:shape>
        </w:pict>
      </w:r>
      <w:r w:rsidR="007F0378">
        <w:pict>
          <v:shape id="_x0000_s1085" type="#_x0000_t202" style="position:absolute;margin-left:40.5pt;margin-top:67.05pt;width:127.8pt;height:19.95pt;z-index:36;visibility:visible;mso-wrap-edited:f;mso-wrap-distance-left:2.88pt;mso-wrap-distance-top:2.88pt;mso-wrap-distance-right:2.88pt;mso-wrap-distance-bottom:2.88pt;mso-position-horizontal-relative:page;mso-position-vertical-relative:page" stroked="f" strokeweight="0" insetpen="t" o:cliptowrap="t">
            <v:shadow color="#ccc"/>
            <o:lock v:ext="edit" shapetype="t"/>
            <v:textbox style="mso-next-textbox:#_x0000_s1085;mso-column-margin:5.7pt" inset="2.85pt,2.85pt,2.85pt,2.85pt">
              <w:txbxContent>
                <w:p w:rsidR="005F7D6A" w:rsidRPr="00280A50" w:rsidRDefault="005F7D6A" w:rsidP="005F7D6A">
                  <w:pPr>
                    <w:rPr>
                      <w:rStyle w:val="PageNumber"/>
                    </w:rPr>
                  </w:pPr>
                  <w:r w:rsidRPr="00280A50">
                    <w:rPr>
                      <w:rStyle w:val="PageNumber"/>
                    </w:rPr>
                    <w:t xml:space="preserve">Page </w:t>
                  </w:r>
                  <w:r w:rsidR="008033C7" w:rsidRPr="00280A50">
                    <w:rPr>
                      <w:rStyle w:val="PageNumber"/>
                    </w:rPr>
                    <w:t>2</w:t>
                  </w:r>
                </w:p>
              </w:txbxContent>
            </v:textbox>
            <w10:wrap anchorx="page" anchory="page"/>
          </v:shape>
        </w:pict>
      </w:r>
      <w:r w:rsidR="007F0378">
        <w:pict>
          <v:shape id="_x0000_s1084" type="#_x0000_t202" style="position:absolute;margin-left:252.75pt;margin-top:66.35pt;width:315.3pt;height:18.05pt;z-index:35;visibility:visible;mso-wrap-edited:f;mso-wrap-distance-left:2.88pt;mso-wrap-distance-top:2.88pt;mso-wrap-distance-right:2.88pt;mso-wrap-distance-bottom:2.88pt;mso-position-horizontal-relative:page;mso-position-vertical-relative:page" stroked="f" strokeweight="0" insetpen="t" o:cliptowrap="t">
            <v:shadow color="#ccc"/>
            <o:lock v:ext="edit" shapetype="t"/>
            <v:textbox style="mso-next-textbox:#_x0000_s1084;mso-column-margin:5.7pt" inset="2.85pt,2.85pt,2.85pt,2.85pt">
              <w:txbxContent>
                <w:p w:rsidR="005F7D6A" w:rsidRPr="005F7D6A" w:rsidRDefault="000467FD" w:rsidP="0022453D">
                  <w:pPr>
                    <w:pStyle w:val="pagetitlerR"/>
                  </w:pPr>
                  <w:r>
                    <w:t>Final Reflections</w:t>
                  </w:r>
                </w:p>
              </w:txbxContent>
            </v:textbox>
            <w10:wrap anchorx="page" anchory="page"/>
          </v:shape>
        </w:pict>
      </w:r>
      <w:r w:rsidR="007F0378">
        <w:rPr>
          <w:noProof/>
        </w:rPr>
        <w:pict>
          <v:line id="_x0000_s1086" style="position:absolute;z-index:37;visibility:visible;mso-wrap-edited:f;mso-wrap-distance-left:2.88pt;mso-wrap-distance-top:2.88pt;mso-wrap-distance-right:2.88pt;mso-wrap-distance-bottom:2.88pt;mso-position-horizontal-relative:page;mso-position-vertical-relative:page" from="170.35pt,104.15pt" to="170.35pt,728.4pt" strokecolor="#ccc999" strokeweight=".25pt" o:cliptowrap="t">
            <v:shadow color="#ccc"/>
            <w10:wrap side="left" anchorx="page" anchory="page"/>
          </v:line>
        </w:pict>
      </w:r>
      <w:r w:rsidR="007F0378">
        <w:rPr>
          <w:noProof/>
        </w:rPr>
        <w:pict>
          <v:shape id="_x0000_s1079" style="position:absolute;margin-left:42.35pt;margin-top:94pt;width:527.65pt;height:.05pt;z-index:31;visibility:visible;mso-wrap-edited:f;mso-wrap-distance-left:2.88pt;mso-wrap-distance-top:2.88pt;mso-wrap-distance-right:2.88pt;mso-wrap-distance-bottom:2.88pt;mso-position-horizontal:absolute;mso-position-horizontal-relative:page;mso-position-vertical:absolute;mso-position-vertical-relative:page" coordsize="10653,1" path="m,1l10653,e" strokeweight="3pt" o:cliptowrap="t">
            <v:shadow color="#ccc"/>
            <v:path arrowok="t"/>
            <w10:wrap side="left" anchorx="page" anchory="page"/>
          </v:shape>
        </w:pict>
      </w:r>
      <w:r w:rsidR="007F0378">
        <w:rPr>
          <w:noProof/>
        </w:rPr>
        <w:pict>
          <v:shape id="_x0000_s1070" type="#_x0000_t202" style="position:absolute;margin-left:440.1pt;margin-top:132.8pt;width:117.95pt;height:184.05pt;z-index:22;visibility:visible;mso-position-horizontal-relative:page;mso-position-vertical-relative:page" filled="f" stroked="f">
            <v:textbox style="mso-next-textbox:#_x0000_s1070" inset="0,0,0,0">
              <w:txbxContent/>
            </v:textbox>
            <w10:wrap side="left" anchorx="page" anchory="page"/>
          </v:shape>
        </w:pict>
      </w:r>
      <w:r w:rsidR="007F0378">
        <w:rPr>
          <w:noProof/>
        </w:rPr>
        <w:pict>
          <v:shape id="_x0000_s1078" type="#_x0000_t202" style="position:absolute;margin-left:440.1pt;margin-top:602.55pt;width:117.95pt;height:116.3pt;z-index:30;visibility:visible;mso-position-horizontal-relative:page;mso-position-vertical-relative:page" filled="f" stroked="f">
            <v:textbox style="mso-next-textbox:#_x0000_s1078" inset="0,0,0,0">
              <w:txbxContent/>
            </v:textbox>
            <w10:wrap side="left" anchorx="page" anchory="page"/>
          </v:shape>
        </w:pict>
      </w:r>
      <w:r w:rsidR="007F0378">
        <w:rPr>
          <w:noProof/>
        </w:rPr>
        <w:pict>
          <v:shape id="_x0000_s1076" type="#_x0000_t202" style="position:absolute;margin-left:180.1pt;margin-top:573pt;width:378pt;height:24.6pt;z-index:28;mso-position-horizontal-relative:page;mso-position-vertical-relative:page" filled="f" stroked="f">
            <v:textbox style="mso-next-textbox:#_x0000_s1076" inset="0,0,0,0">
              <w:txbxContent>
                <w:p w:rsidR="00B13435" w:rsidRPr="002C2FC2" w:rsidRDefault="000467FD" w:rsidP="0029182B">
                  <w:pPr>
                    <w:pStyle w:val="Heading3"/>
                    <w:rPr>
                      <w:b/>
                    </w:rPr>
                  </w:pPr>
                  <w:r w:rsidRPr="002C2FC2">
                    <w:rPr>
                      <w:b/>
                    </w:rPr>
                    <w:t>Copyright</w:t>
                  </w:r>
                </w:p>
                <w:p w:rsidR="00B13435" w:rsidRDefault="00B13435" w:rsidP="00974687">
                  <w:pPr>
                    <w:pStyle w:val="Heading2"/>
                  </w:pPr>
                </w:p>
              </w:txbxContent>
            </v:textbox>
            <w10:wrap side="left" anchorx="page" anchory="page"/>
          </v:shape>
        </w:pict>
      </w:r>
      <w:r w:rsidR="007F0378">
        <w:rPr>
          <w:noProof/>
        </w:rPr>
        <w:pict>
          <v:shape id="_x0000_s1074" type="#_x0000_t202" style="position:absolute;margin-left:440.1pt;margin-top:366.7pt;width:117.95pt;height:179.3pt;z-index:26;visibility:visible;mso-position-horizontal-relative:page;mso-position-vertical-relative:page" filled="f" stroked="f">
            <v:textbox style="mso-next-textbox:#_x0000_s1074" inset="0,0,0,0">
              <w:txbxContent/>
            </v:textbox>
            <w10:wrap side="left" anchorx="page" anchory="page"/>
          </v:shape>
        </w:pict>
      </w:r>
      <w:r w:rsidR="007F0378">
        <w:rPr>
          <w:noProof/>
        </w:rPr>
        <w:pict>
          <v:shape id="_x0000_s1073" type="#_x0000_t202" style="position:absolute;margin-left:310.1pt;margin-top:366.7pt;width:118pt;height:177.8pt;z-index:25;visibility:visible;mso-position-horizontal-relative:page;mso-position-vertical-relative:page" filled="f" stroked="f">
            <v:textbox style="mso-next-textbox:#_x0000_s1074" inset="0,0,0,0">
              <w:txbxContent/>
            </v:textbox>
            <w10:wrap side="left" anchorx="page" anchory="page"/>
          </v:shape>
        </w:pict>
      </w:r>
      <w:r w:rsidR="007F0378">
        <w:rPr>
          <w:noProof/>
        </w:rPr>
        <w:pict>
          <v:shape id="_x0000_s1072" type="#_x0000_t202" style="position:absolute;margin-left:180.1pt;margin-top:336.55pt;width:378pt;height:24.6pt;z-index:24;mso-position-horizontal-relative:page;mso-position-vertical-relative:page" filled="f" stroked="f">
            <v:textbox style="mso-next-textbox:#_x0000_s1072" inset="0,0,0,0">
              <w:txbxContent>
                <w:p w:rsidR="00B13435" w:rsidRPr="002C2FC2" w:rsidRDefault="000467FD" w:rsidP="0029182B">
                  <w:pPr>
                    <w:pStyle w:val="Heading3"/>
                    <w:rPr>
                      <w:b/>
                    </w:rPr>
                  </w:pPr>
                  <w:r w:rsidRPr="002C2FC2">
                    <w:rPr>
                      <w:b/>
                    </w:rPr>
                    <w:t>Pathfinder Activity</w:t>
                  </w:r>
                </w:p>
                <w:p w:rsidR="00B13435" w:rsidRPr="002C2FC2" w:rsidRDefault="00B13435" w:rsidP="00974687">
                  <w:pPr>
                    <w:pStyle w:val="Heading2"/>
                    <w:rPr>
                      <w:b/>
                    </w:rPr>
                  </w:pPr>
                </w:p>
              </w:txbxContent>
            </v:textbox>
            <w10:wrap side="left" anchorx="page" anchory="page"/>
          </v:shape>
        </w:pict>
      </w:r>
      <w:r w:rsidR="007F0378">
        <w:rPr>
          <w:noProof/>
        </w:rPr>
        <w:pict>
          <v:shape id="_x0000_s1069" type="#_x0000_t202" style="position:absolute;margin-left:310.1pt;margin-top:132.8pt;width:118pt;height:180.8pt;z-index:21;visibility:visible;mso-position-horizontal-relative:page;mso-position-vertical-relative:page" filled="f" stroked="f">
            <v:textbox style="mso-next-textbox:#_x0000_s1070" inset="0,0,0,0">
              <w:txbxContent/>
            </v:textbox>
            <w10:wrap side="left" anchorx="page" anchory="page"/>
          </v:shape>
        </w:pict>
      </w:r>
      <w:r w:rsidR="007F0378">
        <w:rPr>
          <w:noProof/>
        </w:rPr>
        <w:pict>
          <v:line id="_x0000_s1080" style="position:absolute;z-index:32;visibility:visible;mso-wrap-edited:f;mso-wrap-distance-left:2.88pt;mso-wrap-distance-top:2.88pt;mso-wrap-distance-right:2.88pt;mso-wrap-distance-bottom:2.88pt;mso-position-horizontal-relative:page;mso-position-vertical-relative:page" from="179.35pt,329.05pt" to="569.85pt,329.05pt" strokeweight="3pt" o:cliptowrap="t">
            <v:shadow color="#ccc"/>
            <w10:wrap side="left" anchorx="page" anchory="page"/>
          </v:line>
        </w:pict>
      </w:r>
      <w:r w:rsidR="007F0378">
        <w:rPr>
          <w:noProof/>
        </w:rPr>
        <w:pict>
          <v:shape id="_x0000_s1071" type="#_x0000_t202" style="position:absolute;margin-left:180.1pt;margin-top:366.7pt;width:118pt;height:180.8pt;z-index:23;mso-position-horizontal-relative:page;mso-position-vertical-relative:page" filled="f" stroked="f">
            <v:textbox style="mso-next-textbox:#_x0000_s1073" inset="0,0,0,0">
              <w:txbxContent>
                <w:p w:rsidR="00B13435" w:rsidRPr="00C46EC3" w:rsidRDefault="00736B58" w:rsidP="0022453D">
                  <w:pPr>
                    <w:pStyle w:val="BodyText"/>
                    <w:rPr>
                      <w:sz w:val="22"/>
                      <w:szCs w:val="22"/>
                    </w:rPr>
                  </w:pPr>
                  <w:r w:rsidRPr="00C46EC3">
                    <w:rPr>
                      <w:sz w:val="22"/>
                      <w:szCs w:val="22"/>
                    </w:rPr>
                    <w:t>I did my Pathfinder on the Mormons and their conflict with the U.S. Government.  I located much information using Boolean operators.</w:t>
                  </w:r>
                </w:p>
                <w:p w:rsidR="00736B58" w:rsidRPr="00C46EC3" w:rsidRDefault="00736B58" w:rsidP="0022453D">
                  <w:pPr>
                    <w:pStyle w:val="BodyText"/>
                    <w:rPr>
                      <w:sz w:val="22"/>
                      <w:szCs w:val="22"/>
                    </w:rPr>
                  </w:pPr>
                  <w:r w:rsidRPr="00C46EC3">
                    <w:rPr>
                      <w:sz w:val="22"/>
                      <w:szCs w:val="22"/>
                    </w:rPr>
                    <w:t>This Pathfinder was a joy for me as I am so very interested in religion and its impact on political issues.</w:t>
                  </w:r>
                </w:p>
                <w:p w:rsidR="00736B58" w:rsidRPr="00C46EC3" w:rsidRDefault="00736B58" w:rsidP="0022453D">
                  <w:pPr>
                    <w:pStyle w:val="BodyText"/>
                    <w:rPr>
                      <w:sz w:val="22"/>
                      <w:szCs w:val="22"/>
                    </w:rPr>
                  </w:pPr>
                  <w:r w:rsidRPr="00C46EC3">
                    <w:rPr>
                      <w:sz w:val="22"/>
                      <w:szCs w:val="22"/>
                    </w:rPr>
                    <w:t>This Pathfinder led me to details that I had never encountered in my past studies and enlightened</w:t>
                  </w:r>
                  <w:r>
                    <w:t xml:space="preserve"> </w:t>
                  </w:r>
                  <w:r w:rsidRPr="00C46EC3">
                    <w:rPr>
                      <w:sz w:val="22"/>
                      <w:szCs w:val="22"/>
                    </w:rPr>
                    <w:t>me concerning the struggles of this particular religion and its adherents.</w:t>
                  </w:r>
                </w:p>
                <w:p w:rsidR="00736B58" w:rsidRPr="00C46EC3" w:rsidRDefault="00736B58" w:rsidP="0022453D">
                  <w:pPr>
                    <w:pStyle w:val="BodyText"/>
                    <w:rPr>
                      <w:sz w:val="22"/>
                      <w:szCs w:val="22"/>
                    </w:rPr>
                  </w:pPr>
                  <w:r w:rsidRPr="00C46EC3">
                    <w:rPr>
                      <w:sz w:val="22"/>
                      <w:szCs w:val="22"/>
                    </w:rPr>
                    <w:t>I have since used this pathfinder in a lecture that I pr</w:t>
                  </w:r>
                  <w:r w:rsidR="002A365B" w:rsidRPr="00C46EC3">
                    <w:rPr>
                      <w:sz w:val="22"/>
                      <w:szCs w:val="22"/>
                    </w:rPr>
                    <w:t>esented to a study group in which I am a member.</w:t>
                  </w:r>
                </w:p>
                <w:p w:rsidR="00CA531A" w:rsidRDefault="00CA531A" w:rsidP="0022453D">
                  <w:pPr>
                    <w:pStyle w:val="BodyText"/>
                  </w:pPr>
                  <w:r w:rsidRPr="00C46EC3">
                    <w:rPr>
                      <w:sz w:val="22"/>
                      <w:szCs w:val="22"/>
                    </w:rPr>
                    <w:t xml:space="preserve">I am a big fan of Pathfinders as a learning and educational tool. </w:t>
                  </w:r>
                </w:p>
              </w:txbxContent>
            </v:textbox>
            <w10:wrap side="left" anchorx="page" anchory="page"/>
          </v:shape>
        </w:pict>
      </w:r>
      <w:r w:rsidR="007F0378">
        <w:rPr>
          <w:noProof/>
        </w:rPr>
        <w:pict>
          <v:line id="_x0000_s1081" style="position:absolute;z-index:33;visibility:visible;mso-wrap-edited:f;mso-wrap-distance-left:2.88pt;mso-wrap-distance-top:2.88pt;mso-wrap-distance-right:2.88pt;mso-wrap-distance-bottom:2.88pt;mso-position-horizontal-relative:page;mso-position-vertical-relative:page" from="180.35pt,565pt" to="570.85pt,565pt" strokeweight="3pt" o:cliptowrap="t">
            <v:shadow color="#ccc"/>
            <w10:wrap side="left" anchorx="page" anchory="page"/>
          </v:line>
        </w:pict>
      </w:r>
      <w:r w:rsidR="00974687">
        <w:br w:type="page"/>
      </w:r>
      <w:r w:rsidR="008D42D6">
        <w:rPr>
          <w:noProof/>
        </w:rPr>
        <w:lastRenderedPageBreak/>
        <w:pict>
          <v:shape id="_x0000_s1096" type="#_x0000_t202" style="position:absolute;margin-left:48pt;margin-top:614.55pt;width:124.5pt;height:116.3pt;z-index:50;mso-position-horizontal-relative:page;mso-position-vertical-relative:page" o:regroupid="5" filled="f" stroked="f">
            <v:textbox style="mso-next-textbox:#_x0000_s1098" inset="0,0,0,0">
              <w:txbxContent>
                <w:p w:rsidR="002C7EDA" w:rsidRPr="005D4D1A" w:rsidRDefault="004C3C9F" w:rsidP="0022453D">
                  <w:pPr>
                    <w:pStyle w:val="BodyText"/>
                    <w:rPr>
                      <w:sz w:val="24"/>
                      <w:szCs w:val="24"/>
                    </w:rPr>
                  </w:pPr>
                  <w:r w:rsidRPr="008D42D6">
                    <w:rPr>
                      <w:sz w:val="22"/>
                      <w:szCs w:val="22"/>
                    </w:rPr>
                    <w:t>I did my online communication as</w:t>
                  </w:r>
                  <w:r w:rsidR="00F075EB" w:rsidRPr="008D42D6">
                    <w:rPr>
                      <w:sz w:val="22"/>
                      <w:szCs w:val="22"/>
                    </w:rPr>
                    <w:t xml:space="preserve">signment </w:t>
                  </w:r>
                  <w:r w:rsidR="007569A6" w:rsidRPr="008D42D6">
                    <w:rPr>
                      <w:sz w:val="22"/>
                      <w:szCs w:val="22"/>
                    </w:rPr>
                    <w:t xml:space="preserve">with another classmate, </w:t>
                  </w:r>
                  <w:proofErr w:type="spellStart"/>
                  <w:r w:rsidR="007569A6" w:rsidRPr="008D42D6">
                    <w:rPr>
                      <w:sz w:val="22"/>
                      <w:szCs w:val="22"/>
                    </w:rPr>
                    <w:t>Darci</w:t>
                  </w:r>
                  <w:proofErr w:type="spellEnd"/>
                  <w:r w:rsidR="007569A6" w:rsidRPr="008D42D6">
                    <w:rPr>
                      <w:sz w:val="22"/>
                      <w:szCs w:val="22"/>
                    </w:rPr>
                    <w:t xml:space="preserve">. </w:t>
                  </w:r>
                  <w:r w:rsidRPr="008D42D6">
                    <w:rPr>
                      <w:sz w:val="22"/>
                      <w:szCs w:val="22"/>
                    </w:rPr>
                    <w:t>We used Skype and were able to video conference with each other.  I have since used Skype to see and</w:t>
                  </w:r>
                  <w:r w:rsidRPr="005D4D1A">
                    <w:rPr>
                      <w:sz w:val="24"/>
                      <w:szCs w:val="24"/>
                    </w:rPr>
                    <w:t xml:space="preserve"> </w:t>
                  </w:r>
                  <w:r w:rsidRPr="008D42D6">
                    <w:rPr>
                      <w:sz w:val="22"/>
                      <w:szCs w:val="22"/>
                    </w:rPr>
                    <w:t>talk to my Grandchildren who live out of state</w:t>
                  </w:r>
                  <w:r w:rsidR="00F075EB" w:rsidRPr="008D42D6">
                    <w:rPr>
                      <w:sz w:val="22"/>
                      <w:szCs w:val="22"/>
                    </w:rPr>
                    <w:t>. I think this is a great way to keep connected</w:t>
                  </w:r>
                  <w:r w:rsidR="007569A6" w:rsidRPr="008D42D6">
                    <w:rPr>
                      <w:sz w:val="22"/>
                      <w:szCs w:val="22"/>
                    </w:rPr>
                    <w:t xml:space="preserve"> and I’m so glad that I have discovered how easy it is to use.</w:t>
                  </w:r>
                  <w:r w:rsidR="007569A6">
                    <w:rPr>
                      <w:sz w:val="24"/>
                      <w:szCs w:val="24"/>
                    </w:rPr>
                    <w:t xml:space="preserve"> </w:t>
                  </w:r>
                  <w:r w:rsidR="00F075EB" w:rsidRPr="00F075EB">
                    <w:rPr>
                      <w:sz w:val="24"/>
                      <w:szCs w:val="24"/>
                    </w:rPr>
                    <w:t xml:space="preserve"> </w:t>
                  </w:r>
                  <w:r w:rsidR="00F075EB">
                    <w:rPr>
                      <w:sz w:val="24"/>
                      <w:szCs w:val="24"/>
                    </w:rPr>
                    <w:pict>
                      <v:shape id="_x0000_i1026" type="#_x0000_t75" style="width:117.75pt;height:117.75pt">
                        <v:imagedata r:id="rId7" o:title=""/>
                      </v:shape>
                    </w:pict>
                  </w:r>
                </w:p>
              </w:txbxContent>
            </v:textbox>
            <w10:wrap side="left" anchorx="page" anchory="page"/>
          </v:shape>
        </w:pict>
      </w:r>
      <w:r w:rsidR="006D3363">
        <w:rPr>
          <w:noProof/>
        </w:rPr>
        <w:pict>
          <v:shape id="_x0000_s1103" type="#_x0000_t202" style="position:absolute;margin-left:465.3pt;margin-top:289.25pt;width:114pt;height:466.75pt;z-index:39;mso-position-horizontal-relative:page;mso-position-vertical-relative:page" filled="f" stroked="f">
            <v:textbox style="mso-next-textbox:#_x0000_s1103">
              <w:txbxContent>
                <w:p w:rsidR="006D3363" w:rsidRPr="007648EA" w:rsidRDefault="007648EA" w:rsidP="00317FC8">
                  <w:pPr>
                    <w:pStyle w:val="Pullquote"/>
                    <w:jc w:val="center"/>
                    <w:rPr>
                      <w:b/>
                      <w:i w:val="0"/>
                    </w:rPr>
                  </w:pPr>
                  <w:r w:rsidRPr="007648EA">
                    <w:rPr>
                      <w:b/>
                      <w:i w:val="0"/>
                    </w:rPr>
                    <w:t>Daniel Pink</w:t>
                  </w:r>
                </w:p>
                <w:p w:rsidR="007648EA" w:rsidRPr="007648EA" w:rsidRDefault="007648EA" w:rsidP="00317FC8">
                  <w:pPr>
                    <w:pStyle w:val="Pullquote"/>
                    <w:jc w:val="center"/>
                    <w:rPr>
                      <w:b/>
                      <w:i w:val="0"/>
                    </w:rPr>
                  </w:pPr>
                  <w:r w:rsidRPr="007648EA">
                    <w:rPr>
                      <w:b/>
                      <w:i w:val="0"/>
                    </w:rPr>
                    <w:t>The Six Senses</w:t>
                  </w:r>
                </w:p>
                <w:p w:rsidR="005D4D1A" w:rsidRDefault="002312C6" w:rsidP="00317FC8">
                  <w:pPr>
                    <w:pStyle w:val="Pullquote"/>
                    <w:jc w:val="center"/>
                    <w:rPr>
                      <w:i w:val="0"/>
                    </w:rPr>
                  </w:pPr>
                  <w:r>
                    <w:rPr>
                      <w:i w:val="0"/>
                    </w:rPr>
                    <w:pict>
                      <v:shape id="_x0000_i1029" type="#_x0000_t75" style="width:98.25pt;height:91.5pt">
                        <v:imagedata r:id="rId8" o:title=""/>
                      </v:shape>
                    </w:pict>
                  </w:r>
                </w:p>
                <w:p w:rsidR="00317FC8" w:rsidRDefault="00317FC8" w:rsidP="00317FC8">
                  <w:pPr>
                    <w:pStyle w:val="Pullquote"/>
                    <w:jc w:val="center"/>
                    <w:rPr>
                      <w:i w:val="0"/>
                    </w:rPr>
                  </w:pPr>
                </w:p>
                <w:p w:rsidR="006C6A2F" w:rsidRDefault="006C6A2F" w:rsidP="00317FC8">
                  <w:pPr>
                    <w:pStyle w:val="Pullquote"/>
                    <w:jc w:val="center"/>
                    <w:rPr>
                      <w:i w:val="0"/>
                    </w:rPr>
                  </w:pPr>
                  <w:r>
                    <w:rPr>
                      <w:b/>
                      <w:i w:val="0"/>
                    </w:rPr>
                    <w:t xml:space="preserve">Design </w:t>
                  </w:r>
                  <w:r>
                    <w:rPr>
                      <w:i w:val="0"/>
                    </w:rPr>
                    <w:t>– A classic whole-minded aptitude!</w:t>
                  </w:r>
                </w:p>
                <w:p w:rsidR="006C6A2F" w:rsidRPr="006C6A2F" w:rsidRDefault="006C6A2F" w:rsidP="00317FC8">
                  <w:pPr>
                    <w:pStyle w:val="Pullquote"/>
                    <w:jc w:val="center"/>
                    <w:rPr>
                      <w:i w:val="0"/>
                    </w:rPr>
                  </w:pPr>
                </w:p>
                <w:p w:rsidR="00315515" w:rsidRDefault="00315515" w:rsidP="00317FC8">
                  <w:pPr>
                    <w:pStyle w:val="Pullquote"/>
                    <w:jc w:val="center"/>
                    <w:rPr>
                      <w:i w:val="0"/>
                    </w:rPr>
                  </w:pPr>
                  <w:r w:rsidRPr="00D70EC2">
                    <w:rPr>
                      <w:b/>
                      <w:i w:val="0"/>
                    </w:rPr>
                    <w:t>Story</w:t>
                  </w:r>
                  <w:r>
                    <w:rPr>
                      <w:i w:val="0"/>
                    </w:rPr>
                    <w:t xml:space="preserve"> – We need to have empowering stories</w:t>
                  </w:r>
                  <w:r w:rsidR="00D70EC2">
                    <w:rPr>
                      <w:i w:val="0"/>
                    </w:rPr>
                    <w:t xml:space="preserve"> to focus on</w:t>
                  </w:r>
                  <w:r w:rsidR="008E1A21">
                    <w:rPr>
                      <w:i w:val="0"/>
                    </w:rPr>
                    <w:t>!</w:t>
                  </w:r>
                </w:p>
                <w:p w:rsidR="00315515" w:rsidRDefault="00315515" w:rsidP="00317FC8">
                  <w:pPr>
                    <w:pStyle w:val="Pullquote"/>
                    <w:jc w:val="center"/>
                    <w:rPr>
                      <w:i w:val="0"/>
                    </w:rPr>
                  </w:pPr>
                  <w:r>
                    <w:rPr>
                      <w:i w:val="0"/>
                    </w:rPr>
                    <w:t xml:space="preserve"> </w:t>
                  </w:r>
                </w:p>
                <w:p w:rsidR="00315515" w:rsidRDefault="00315515" w:rsidP="00317FC8">
                  <w:pPr>
                    <w:pStyle w:val="Pullquote"/>
                    <w:jc w:val="center"/>
                    <w:rPr>
                      <w:i w:val="0"/>
                    </w:rPr>
                  </w:pPr>
                  <w:r w:rsidRPr="00D70EC2">
                    <w:rPr>
                      <w:b/>
                      <w:i w:val="0"/>
                    </w:rPr>
                    <w:t>Symphony</w:t>
                  </w:r>
                  <w:r>
                    <w:rPr>
                      <w:i w:val="0"/>
                    </w:rPr>
                    <w:t xml:space="preserve"> – </w:t>
                  </w:r>
                  <w:r w:rsidR="008E1A21">
                    <w:rPr>
                      <w:i w:val="0"/>
                    </w:rPr>
                    <w:t>See the big picture!</w:t>
                  </w:r>
                </w:p>
                <w:p w:rsidR="00315515" w:rsidRDefault="00315515" w:rsidP="00317FC8">
                  <w:pPr>
                    <w:pStyle w:val="Pullquote"/>
                    <w:jc w:val="center"/>
                    <w:rPr>
                      <w:i w:val="0"/>
                    </w:rPr>
                  </w:pPr>
                </w:p>
                <w:p w:rsidR="00315515" w:rsidRDefault="00315515" w:rsidP="00317FC8">
                  <w:pPr>
                    <w:pStyle w:val="Pullquote"/>
                    <w:jc w:val="center"/>
                    <w:rPr>
                      <w:i w:val="0"/>
                    </w:rPr>
                  </w:pPr>
                  <w:r w:rsidRPr="00D70EC2">
                    <w:rPr>
                      <w:b/>
                      <w:i w:val="0"/>
                    </w:rPr>
                    <w:t>Empathy</w:t>
                  </w:r>
                  <w:r>
                    <w:rPr>
                      <w:i w:val="0"/>
                    </w:rPr>
                    <w:t xml:space="preserve"> – The ability to be present</w:t>
                  </w:r>
                  <w:r w:rsidR="00D70EC2">
                    <w:rPr>
                      <w:i w:val="0"/>
                    </w:rPr>
                    <w:t>. To be in the now</w:t>
                  </w:r>
                  <w:r w:rsidR="008E1A21">
                    <w:rPr>
                      <w:i w:val="0"/>
                    </w:rPr>
                    <w:t>!</w:t>
                  </w:r>
                </w:p>
                <w:p w:rsidR="00315515" w:rsidRDefault="00315515" w:rsidP="00317FC8">
                  <w:pPr>
                    <w:pStyle w:val="Pullquote"/>
                    <w:jc w:val="center"/>
                    <w:rPr>
                      <w:i w:val="0"/>
                    </w:rPr>
                  </w:pPr>
                </w:p>
                <w:p w:rsidR="00315515" w:rsidRDefault="00315515" w:rsidP="00317FC8">
                  <w:pPr>
                    <w:pStyle w:val="Pullquote"/>
                    <w:jc w:val="center"/>
                    <w:rPr>
                      <w:i w:val="0"/>
                    </w:rPr>
                  </w:pPr>
                  <w:r w:rsidRPr="00D70EC2">
                    <w:rPr>
                      <w:b/>
                      <w:i w:val="0"/>
                    </w:rPr>
                    <w:t xml:space="preserve">Play </w:t>
                  </w:r>
                  <w:r>
                    <w:rPr>
                      <w:i w:val="0"/>
                    </w:rPr>
                    <w:t xml:space="preserve">– </w:t>
                  </w:r>
                  <w:r w:rsidR="00D70EC2">
                    <w:rPr>
                      <w:i w:val="0"/>
                    </w:rPr>
                    <w:t>Become childlike again and feel safe in doing so!</w:t>
                  </w:r>
                  <w:r>
                    <w:rPr>
                      <w:i w:val="0"/>
                    </w:rPr>
                    <w:t xml:space="preserve"> </w:t>
                  </w:r>
                </w:p>
                <w:p w:rsidR="00315515" w:rsidRDefault="00315515" w:rsidP="00317FC8">
                  <w:pPr>
                    <w:pStyle w:val="Pullquote"/>
                    <w:jc w:val="center"/>
                    <w:rPr>
                      <w:i w:val="0"/>
                    </w:rPr>
                  </w:pPr>
                </w:p>
                <w:p w:rsidR="00315515" w:rsidRDefault="00315515" w:rsidP="00317FC8">
                  <w:pPr>
                    <w:pStyle w:val="Pullquote"/>
                    <w:jc w:val="center"/>
                    <w:rPr>
                      <w:i w:val="0"/>
                    </w:rPr>
                  </w:pPr>
                  <w:r w:rsidRPr="00D70EC2">
                    <w:rPr>
                      <w:b/>
                      <w:i w:val="0"/>
                    </w:rPr>
                    <w:t>Meaning</w:t>
                  </w:r>
                  <w:r>
                    <w:rPr>
                      <w:i w:val="0"/>
                    </w:rPr>
                    <w:t xml:space="preserve"> – The greatest meaning of all comes from our relationships</w:t>
                  </w:r>
                  <w:r w:rsidR="008E1A21">
                    <w:rPr>
                      <w:i w:val="0"/>
                    </w:rPr>
                    <w:t>!</w:t>
                  </w:r>
                  <w:r>
                    <w:rPr>
                      <w:i w:val="0"/>
                    </w:rPr>
                    <w:t xml:space="preserve"> </w:t>
                  </w:r>
                </w:p>
                <w:p w:rsidR="00315515" w:rsidRDefault="00315515" w:rsidP="00317FC8">
                  <w:pPr>
                    <w:pStyle w:val="Pullquote"/>
                    <w:jc w:val="center"/>
                    <w:rPr>
                      <w:i w:val="0"/>
                    </w:rPr>
                  </w:pPr>
                </w:p>
                <w:p w:rsidR="00317FC8" w:rsidRPr="00BE261E" w:rsidRDefault="00317FC8" w:rsidP="00317FC8">
                  <w:pPr>
                    <w:pStyle w:val="Pullquote"/>
                    <w:jc w:val="center"/>
                  </w:pPr>
                </w:p>
              </w:txbxContent>
            </v:textbox>
            <w10:wrap side="left" anchorx="page" anchory="page"/>
          </v:shape>
        </w:pict>
      </w:r>
      <w:r w:rsidR="00C72D8D">
        <w:rPr>
          <w:noProof/>
        </w:rPr>
        <w:pict>
          <v:shape id="_x0000_s1095" type="#_x0000_t202" style="position:absolute;margin-left:308pt;margin-top:433.5pt;width:117.95pt;height:124.5pt;z-index:49;visibility:visible;mso-position-horizontal-relative:page;mso-position-vertical-relative:page" o:regroupid="5" filled="f" stroked="f">
            <v:textbox style="mso-next-textbox:#_x0000_s1095" inset="0,0,0,0">
              <w:txbxContent/>
            </v:textbox>
            <w10:wrap side="left" anchorx="page" anchory="page"/>
          </v:shape>
        </w:pict>
      </w:r>
      <w:r w:rsidR="00C72D8D">
        <w:rPr>
          <w:noProof/>
        </w:rPr>
        <w:pict>
          <v:shape id="_x0000_s1094" type="#_x0000_t202" style="position:absolute;margin-left:178pt;margin-top:433.5pt;width:118pt;height:114.75pt;z-index:48;visibility:visible;mso-position-horizontal-relative:page;mso-position-vertical-relative:page" o:regroupid="5" filled="f" stroked="f">
            <v:textbox style="mso-next-textbox:#_x0000_s1095" inset="0,0,0,0">
              <w:txbxContent/>
            </v:textbox>
            <w10:wrap side="left" anchorx="page" anchory="page"/>
          </v:shape>
        </w:pict>
      </w:r>
      <w:r w:rsidR="00C72D8D">
        <w:rPr>
          <w:noProof/>
        </w:rPr>
        <w:pict>
          <v:shape id="_x0000_s1092" type="#_x0000_t202" style="position:absolute;margin-left:47.25pt;margin-top:433.5pt;width:118pt;height:114.75pt;z-index:46;mso-position-horizontal-relative:page;mso-position-vertical-relative:page" o:regroupid="5" filled="f" stroked="f">
            <v:textbox style="mso-next-textbox:#_x0000_s1094" inset="0,0,0,0">
              <w:txbxContent>
                <w:p w:rsidR="002C7EDA" w:rsidRPr="005D4D1A" w:rsidRDefault="004C3C9F" w:rsidP="0022453D">
                  <w:pPr>
                    <w:pStyle w:val="BodyText"/>
                    <w:rPr>
                      <w:sz w:val="24"/>
                      <w:szCs w:val="24"/>
                    </w:rPr>
                  </w:pPr>
                  <w:r w:rsidRPr="00C46EC3">
                    <w:rPr>
                      <w:sz w:val="22"/>
                      <w:szCs w:val="22"/>
                    </w:rPr>
                    <w:t>Productivity tools that I worked with included word processing, spreadsheets, and databases.  Most of these tools were with</w:t>
                  </w:r>
                  <w:r w:rsidRPr="005D4D1A">
                    <w:rPr>
                      <w:sz w:val="24"/>
                      <w:szCs w:val="24"/>
                    </w:rPr>
                    <w:t xml:space="preserve"> </w:t>
                  </w:r>
                  <w:r w:rsidRPr="00C46EC3">
                    <w:rPr>
                      <w:sz w:val="22"/>
                      <w:szCs w:val="22"/>
                    </w:rPr>
                    <w:t>Microsoft.</w:t>
                  </w:r>
                </w:p>
                <w:p w:rsidR="00C46EC3" w:rsidRPr="00C46EC3" w:rsidRDefault="004C3C9F" w:rsidP="0022453D">
                  <w:pPr>
                    <w:pStyle w:val="BodyText"/>
                    <w:rPr>
                      <w:sz w:val="22"/>
                      <w:szCs w:val="22"/>
                    </w:rPr>
                  </w:pPr>
                  <w:r w:rsidRPr="00C46EC3">
                    <w:rPr>
                      <w:sz w:val="22"/>
                      <w:szCs w:val="22"/>
                    </w:rPr>
                    <w:t>I used these tools in assignment</w:t>
                  </w:r>
                  <w:r w:rsidR="00C46EC3" w:rsidRPr="00C46EC3">
                    <w:rPr>
                      <w:sz w:val="22"/>
                      <w:szCs w:val="22"/>
                    </w:rPr>
                    <w:t>,</w:t>
                  </w:r>
                  <w:r w:rsidRPr="00C46EC3">
                    <w:rPr>
                      <w:sz w:val="22"/>
                      <w:szCs w:val="22"/>
                    </w:rPr>
                    <w:t xml:space="preserve"> productions and other classes and work</w:t>
                  </w:r>
                  <w:r w:rsidR="00C46EC3" w:rsidRPr="00C46EC3">
                    <w:rPr>
                      <w:sz w:val="22"/>
                      <w:szCs w:val="22"/>
                    </w:rPr>
                    <w:t xml:space="preserve">. </w:t>
                  </w:r>
                </w:p>
                <w:p w:rsidR="00C72D8D" w:rsidRDefault="00C46EC3" w:rsidP="0022453D">
                  <w:pPr>
                    <w:pStyle w:val="BodyText"/>
                    <w:rPr>
                      <w:sz w:val="22"/>
                      <w:szCs w:val="22"/>
                    </w:rPr>
                  </w:pPr>
                  <w:r w:rsidRPr="00C46EC3">
                    <w:rPr>
                      <w:sz w:val="22"/>
                      <w:szCs w:val="22"/>
                    </w:rPr>
                    <w:t>I will have to say that</w:t>
                  </w:r>
                  <w:r>
                    <w:rPr>
                      <w:sz w:val="22"/>
                      <w:szCs w:val="22"/>
                    </w:rPr>
                    <w:t xml:space="preserve"> I am not a big fan of Microsoft Excel. I spent many hours working to get my graphs to come out correct. </w:t>
                  </w:r>
                </w:p>
                <w:p w:rsidR="004C3C9F" w:rsidRPr="00C46EC3" w:rsidRDefault="00C46EC3" w:rsidP="0022453D">
                  <w:pPr>
                    <w:pStyle w:val="BodyText"/>
                    <w:rPr>
                      <w:sz w:val="22"/>
                      <w:szCs w:val="22"/>
                    </w:rPr>
                  </w:pPr>
                  <w:r>
                    <w:rPr>
                      <w:sz w:val="22"/>
                      <w:szCs w:val="22"/>
                    </w:rPr>
                    <w:t xml:space="preserve"> </w:t>
                  </w:r>
                  <w:r w:rsidRPr="00C46EC3">
                    <w:rPr>
                      <w:sz w:val="22"/>
                      <w:szCs w:val="22"/>
                    </w:rPr>
                    <w:t xml:space="preserve"> </w:t>
                  </w:r>
                  <w:r w:rsidR="004C3C9F" w:rsidRPr="00C46EC3">
                    <w:rPr>
                      <w:sz w:val="22"/>
                      <w:szCs w:val="22"/>
                    </w:rPr>
                    <w:t xml:space="preserve"> </w:t>
                  </w:r>
                </w:p>
                <w:p w:rsidR="005D4D1A" w:rsidRDefault="005D4D1A" w:rsidP="0022453D">
                  <w:pPr>
                    <w:pStyle w:val="BodyText"/>
                  </w:pPr>
                </w:p>
              </w:txbxContent>
            </v:textbox>
            <w10:wrap side="left" anchorx="page" anchory="page"/>
          </v:shape>
        </w:pict>
      </w:r>
      <w:r w:rsidR="00FF4587">
        <w:rPr>
          <w:noProof/>
        </w:rPr>
        <w:pict>
          <v:shape id="_x0000_s1091" type="#_x0000_t202" style="position:absolute;margin-left:308pt;margin-top:144.8pt;width:117.95pt;height:241.5pt;z-index:45;visibility:visible;mso-position-horizontal-relative:page;mso-position-vertical-relative:page" o:regroupid="5" filled="f" stroked="f">
            <v:textbox style="mso-next-textbox:#_x0000_s1091" inset="0,0,0,0">
              <w:txbxContent/>
            </v:textbox>
            <w10:wrap side="left" anchorx="page" anchory="page"/>
          </v:shape>
        </w:pict>
      </w:r>
      <w:r w:rsidR="00FF4587">
        <w:rPr>
          <w:noProof/>
        </w:rPr>
        <w:pict>
          <v:shape id="_x0000_s1090" type="#_x0000_t202" style="position:absolute;margin-left:178pt;margin-top:144.8pt;width:118pt;height:241.5pt;z-index:44;visibility:visible;mso-position-horizontal-relative:page;mso-position-vertical-relative:page" o:regroupid="5" filled="f" stroked="f">
            <v:textbox style="mso-next-textbox:#_x0000_s1091" inset="0,0,0,0">
              <w:txbxContent/>
            </v:textbox>
            <w10:wrap side="left" anchorx="page" anchory="page"/>
          </v:shape>
        </w:pict>
      </w:r>
      <w:r w:rsidR="00FF4587">
        <w:rPr>
          <w:noProof/>
        </w:rPr>
        <w:pict>
          <v:shape id="_x0000_s1088" type="#_x0000_t202" style="position:absolute;margin-left:48pt;margin-top:144.8pt;width:118pt;height:241.5pt;z-index:42;mso-position-horizontal-relative:page;mso-position-vertical-relative:page" o:regroupid="5" filled="f" stroked="f">
            <v:textbox style="mso-next-textbox:#_x0000_s1090" inset="0,0,0,0">
              <w:txbxContent>
                <w:p w:rsidR="006D23D8" w:rsidRDefault="006D23D8" w:rsidP="006D23D8">
                  <w:pPr>
                    <w:pStyle w:val="NormalWeb"/>
                    <w:spacing w:before="0" w:beforeAutospacing="0" w:after="0" w:afterAutospacing="0"/>
                    <w:rPr>
                      <w:sz w:val="22"/>
                      <w:szCs w:val="22"/>
                    </w:rPr>
                  </w:pPr>
                  <w:r w:rsidRPr="006D23D8">
                    <w:rPr>
                      <w:sz w:val="22"/>
                      <w:szCs w:val="22"/>
                    </w:rPr>
                    <w:t>In the Windows' Movie Maker I wanted to share with the class a great experience I had with the home school group.  We started a re-enactment of the Oklahoma Land Run and the pictures I used in this production came from those that were taken during the adventure.  I used a voice over to describe what was happening and in the end I was pleased with the outcome.</w:t>
                  </w:r>
                  <w:r w:rsidR="00CA531A">
                    <w:rPr>
                      <w:sz w:val="22"/>
                      <w:szCs w:val="22"/>
                    </w:rPr>
                    <w:t xml:space="preserve"> I will use Window’s Movie Maker for more fun projects. </w:t>
                  </w:r>
                </w:p>
                <w:p w:rsidR="00FF4587" w:rsidRPr="006D23D8" w:rsidRDefault="00FF4587" w:rsidP="006D23D8">
                  <w:pPr>
                    <w:pStyle w:val="NormalWeb"/>
                    <w:spacing w:before="0" w:beforeAutospacing="0" w:after="0" w:afterAutospacing="0"/>
                    <w:rPr>
                      <w:sz w:val="22"/>
                      <w:szCs w:val="22"/>
                    </w:rPr>
                  </w:pPr>
                </w:p>
                <w:p w:rsidR="006D23D8" w:rsidRPr="00AA089A" w:rsidRDefault="006D23D8" w:rsidP="006D23D8">
                  <w:pPr>
                    <w:pStyle w:val="NormalWeb"/>
                    <w:spacing w:before="0" w:beforeAutospacing="0" w:after="0" w:afterAutospacing="0"/>
                    <w:rPr>
                      <w:sz w:val="22"/>
                      <w:szCs w:val="22"/>
                    </w:rPr>
                  </w:pPr>
                  <w:r w:rsidRPr="00FF4587">
                    <w:rPr>
                      <w:sz w:val="22"/>
                      <w:szCs w:val="22"/>
                    </w:rPr>
                    <w:t>Th</w:t>
                  </w:r>
                  <w:r w:rsidRPr="00AA089A">
                    <w:rPr>
                      <w:sz w:val="22"/>
                      <w:szCs w:val="22"/>
                    </w:rPr>
                    <w:t xml:space="preserve">e </w:t>
                  </w:r>
                  <w:proofErr w:type="spellStart"/>
                  <w:r w:rsidRPr="00AA089A">
                    <w:rPr>
                      <w:sz w:val="22"/>
                      <w:szCs w:val="22"/>
                    </w:rPr>
                    <w:t>Podomatic</w:t>
                  </w:r>
                  <w:proofErr w:type="spellEnd"/>
                  <w:r w:rsidRPr="00AA089A">
                    <w:rPr>
                      <w:sz w:val="22"/>
                      <w:szCs w:val="22"/>
                    </w:rPr>
                    <w:t xml:space="preserve"> offered an opportunity to do a small talk concerning how to get the seniors in your life interested in accessing the internet.  I wanted it to be humorous and at the same time direct enough for someone to try it. .</w:t>
                  </w:r>
                </w:p>
                <w:p w:rsidR="00FF4587" w:rsidRDefault="00FF4587" w:rsidP="006D23D8">
                  <w:pPr>
                    <w:pStyle w:val="NormalWeb"/>
                    <w:spacing w:before="0" w:beforeAutospacing="0" w:after="0" w:afterAutospacing="0"/>
                    <w:rPr>
                      <w:sz w:val="22"/>
                      <w:szCs w:val="22"/>
                    </w:rPr>
                  </w:pPr>
                </w:p>
                <w:p w:rsidR="00FF4587" w:rsidRDefault="006D23D8" w:rsidP="006D23D8">
                  <w:pPr>
                    <w:pStyle w:val="NormalWeb"/>
                    <w:spacing w:before="0" w:beforeAutospacing="0" w:after="0" w:afterAutospacing="0"/>
                    <w:rPr>
                      <w:sz w:val="22"/>
                      <w:szCs w:val="22"/>
                    </w:rPr>
                  </w:pPr>
                  <w:r w:rsidRPr="00AA089A">
                    <w:rPr>
                      <w:sz w:val="22"/>
                      <w:szCs w:val="22"/>
                    </w:rPr>
                    <w:t xml:space="preserve">The </w:t>
                  </w:r>
                  <w:proofErr w:type="spellStart"/>
                  <w:r w:rsidRPr="00AA089A">
                    <w:rPr>
                      <w:sz w:val="22"/>
                      <w:szCs w:val="22"/>
                    </w:rPr>
                    <w:t>Glogster</w:t>
                  </w:r>
                  <w:proofErr w:type="spellEnd"/>
                  <w:r w:rsidRPr="00AA089A">
                    <w:rPr>
                      <w:sz w:val="22"/>
                      <w:szCs w:val="22"/>
                    </w:rPr>
                    <w:t xml:space="preserve"> was the most fun of the three for me as it concerns the Hank the </w:t>
                  </w:r>
                  <w:proofErr w:type="spellStart"/>
                  <w:r w:rsidRPr="00AA089A">
                    <w:rPr>
                      <w:sz w:val="22"/>
                      <w:szCs w:val="22"/>
                    </w:rPr>
                    <w:t>Cowdog</w:t>
                  </w:r>
                  <w:proofErr w:type="spellEnd"/>
                  <w:r w:rsidRPr="00AA089A">
                    <w:rPr>
                      <w:sz w:val="22"/>
                      <w:szCs w:val="22"/>
                    </w:rPr>
                    <w:t xml:space="preserve"> series that my </w:t>
                  </w:r>
                  <w:r w:rsidRPr="00C46EC3">
                    <w:rPr>
                      <w:sz w:val="22"/>
                      <w:szCs w:val="22"/>
                    </w:rPr>
                    <w:t>daughter,</w:t>
                  </w:r>
                  <w:r w:rsidRPr="006D23D8">
                    <w:rPr>
                      <w:sz w:val="20"/>
                      <w:szCs w:val="20"/>
                    </w:rPr>
                    <w:t xml:space="preserve"> </w:t>
                  </w:r>
                  <w:r w:rsidRPr="00AA089A">
                    <w:rPr>
                      <w:sz w:val="22"/>
                      <w:szCs w:val="22"/>
                    </w:rPr>
                    <w:t>Scotland</w:t>
                  </w:r>
                  <w:r w:rsidR="005C5D09">
                    <w:rPr>
                      <w:sz w:val="22"/>
                      <w:szCs w:val="22"/>
                    </w:rPr>
                    <w:t>,</w:t>
                  </w:r>
                  <w:r w:rsidRPr="00AA089A">
                    <w:rPr>
                      <w:sz w:val="22"/>
                      <w:szCs w:val="22"/>
                    </w:rPr>
                    <w:t xml:space="preserve"> and I have been reading for several years.  We have read the entire series and receive the newsletter and are deputies on the force.  We have big posters on our bedroom doors of Hank</w:t>
                  </w:r>
                  <w:r w:rsidR="005C5D09">
                    <w:rPr>
                      <w:sz w:val="22"/>
                      <w:szCs w:val="22"/>
                    </w:rPr>
                    <w:t>.</w:t>
                  </w:r>
                  <w:r w:rsidRPr="00AA089A">
                    <w:rPr>
                      <w:sz w:val="22"/>
                      <w:szCs w:val="22"/>
                    </w:rPr>
                    <w:t xml:space="preserve"> Scotland has corresponded with John Erikson the author.</w:t>
                  </w:r>
                  <w:r>
                    <w:t> </w:t>
                  </w:r>
                  <w:r w:rsidR="00975CAD" w:rsidRPr="00975CAD">
                    <w:rPr>
                      <w:sz w:val="22"/>
                      <w:szCs w:val="22"/>
                    </w:rPr>
                    <w:t>I have developed s</w:t>
                  </w:r>
                  <w:r w:rsidR="005C5D09">
                    <w:rPr>
                      <w:sz w:val="22"/>
                      <w:szCs w:val="22"/>
                    </w:rPr>
                    <w:t xml:space="preserve">everal other </w:t>
                  </w:r>
                  <w:proofErr w:type="spellStart"/>
                  <w:r w:rsidR="005C5D09">
                    <w:rPr>
                      <w:sz w:val="22"/>
                      <w:szCs w:val="22"/>
                    </w:rPr>
                    <w:t>Glogsters</w:t>
                  </w:r>
                  <w:proofErr w:type="spellEnd"/>
                  <w:r w:rsidR="005C5D09">
                    <w:rPr>
                      <w:sz w:val="22"/>
                      <w:szCs w:val="22"/>
                    </w:rPr>
                    <w:t xml:space="preserve"> and</w:t>
                  </w:r>
                  <w:r w:rsidR="00975CAD" w:rsidRPr="00975CAD">
                    <w:rPr>
                      <w:sz w:val="22"/>
                      <w:szCs w:val="22"/>
                    </w:rPr>
                    <w:t xml:space="preserve"> had a </w:t>
                  </w:r>
                  <w:proofErr w:type="spellStart"/>
                  <w:r w:rsidR="00975CAD" w:rsidRPr="00975CAD">
                    <w:rPr>
                      <w:sz w:val="22"/>
                      <w:szCs w:val="22"/>
                    </w:rPr>
                    <w:t>Glogster</w:t>
                  </w:r>
                  <w:proofErr w:type="spellEnd"/>
                  <w:r w:rsidR="00975CAD" w:rsidRPr="00975CAD">
                    <w:rPr>
                      <w:sz w:val="22"/>
                      <w:szCs w:val="22"/>
                    </w:rPr>
                    <w:t xml:space="preserve"> contest for the teens at the Stillwater Public Library.</w:t>
                  </w:r>
                </w:p>
                <w:p w:rsidR="00FF4587" w:rsidRDefault="00FF4587" w:rsidP="006D23D8">
                  <w:pPr>
                    <w:pStyle w:val="NormalWeb"/>
                    <w:spacing w:before="0" w:beforeAutospacing="0" w:after="0" w:afterAutospacing="0"/>
                    <w:rPr>
                      <w:sz w:val="22"/>
                      <w:szCs w:val="22"/>
                    </w:rPr>
                  </w:pPr>
                </w:p>
                <w:p w:rsidR="006D23D8" w:rsidRDefault="00FF4587" w:rsidP="006D23D8">
                  <w:pPr>
                    <w:pStyle w:val="NormalWeb"/>
                    <w:spacing w:before="0" w:beforeAutospacing="0" w:after="0" w:afterAutospacing="0"/>
                  </w:pPr>
                  <w:r>
                    <w:rPr>
                      <w:sz w:val="22"/>
                      <w:szCs w:val="22"/>
                    </w:rPr>
                    <w:t xml:space="preserve">I was amazed at all the multimedia and productivity tools available. I have learned much over the course of the semester. </w:t>
                  </w:r>
                </w:p>
                <w:p w:rsidR="002C7EDA" w:rsidRDefault="002C7EDA" w:rsidP="0022453D">
                  <w:pPr>
                    <w:pStyle w:val="BodyText"/>
                  </w:pPr>
                </w:p>
              </w:txbxContent>
            </v:textbox>
            <w10:wrap side="left" anchorx="page" anchory="page"/>
          </v:shape>
        </w:pict>
      </w:r>
      <w:r w:rsidR="00FF4587">
        <w:rPr>
          <w:noProof/>
        </w:rPr>
        <w:pict>
          <v:line id="_x0000_s1101" style="position:absolute;z-index:54;visibility:visible;mso-wrap-edited:f;mso-wrap-distance-left:2.88pt;mso-wrap-distance-top:2.88pt;mso-wrap-distance-right:2.88pt;mso-wrap-distance-bottom:2.88pt;mso-position-horizontal-relative:page;mso-position-vertical-relative:page" from="47.25pt,399.75pt" to="437.75pt,399.75pt" o:regroupid="5" strokeweight="3pt" o:cliptowrap="t">
            <v:shadow color="#ccc"/>
            <w10:wrap side="left" anchorx="page" anchory="page"/>
          </v:line>
        </w:pict>
      </w:r>
      <w:r w:rsidR="00FF4587">
        <w:rPr>
          <w:noProof/>
        </w:rPr>
        <w:pict>
          <v:shape id="_x0000_s1093" type="#_x0000_t202" style="position:absolute;margin-left:48pt;margin-top:408.75pt;width:378pt;height:32.25pt;z-index:47;mso-position-horizontal-relative:page;mso-position-vertical-relative:page" o:regroupid="5" filled="f" stroked="f">
            <v:textbox style="mso-next-textbox:#_x0000_s1093" inset="0,0,0,0">
              <w:txbxContent>
                <w:p w:rsidR="002C7EDA" w:rsidRPr="002C2FC2" w:rsidRDefault="002C2FC2" w:rsidP="0029182B">
                  <w:pPr>
                    <w:pStyle w:val="Heading3"/>
                    <w:rPr>
                      <w:b/>
                    </w:rPr>
                  </w:pPr>
                  <w:r w:rsidRPr="002C2FC2">
                    <w:rPr>
                      <w:b/>
                    </w:rPr>
                    <w:t>Office Productivity</w:t>
                  </w:r>
                  <w:r w:rsidR="000467FD" w:rsidRPr="002C2FC2">
                    <w:rPr>
                      <w:b/>
                    </w:rPr>
                    <w:t xml:space="preserve"> Tools</w:t>
                  </w:r>
                </w:p>
                <w:p w:rsidR="002C7EDA" w:rsidRDefault="002C7EDA" w:rsidP="00974687">
                  <w:pPr>
                    <w:pStyle w:val="Heading2"/>
                  </w:pPr>
                </w:p>
              </w:txbxContent>
            </v:textbox>
            <w10:wrap side="left" anchorx="page" anchory="page"/>
          </v:shape>
        </w:pict>
      </w:r>
      <w:r w:rsidR="00F075EB">
        <w:rPr>
          <w:noProof/>
        </w:rPr>
        <w:pict>
          <v:shape id="_x0000_s1098" type="#_x0000_t202" style="position:absolute;margin-left:178pt;margin-top:614.55pt;width:118pt;height:125.85pt;z-index:52;visibility:visible;mso-position-horizontal-relative:page;mso-position-vertical-relative:page" o:regroupid="5" filled="f" stroked="f">
            <v:textbox style="mso-next-textbox:#_x0000_s1099" inset="0,0,0,0">
              <w:txbxContent/>
            </v:textbox>
            <w10:wrap side="left" anchorx="page" anchory="page"/>
          </v:shape>
        </w:pict>
      </w:r>
      <w:r w:rsidR="00CA531A">
        <w:rPr>
          <w:noProof/>
        </w:rPr>
        <w:pict>
          <v:line id="_x0000_s1102" style="position:absolute;z-index:55;visibility:visible;mso-wrap-edited:f;mso-wrap-distance-left:2.88pt;mso-wrap-distance-top:2.88pt;mso-wrap-distance-right:2.88pt;mso-wrap-distance-bottom:2.88pt;mso-position-horizontal-relative:page;mso-position-vertical-relative:page" from="43.5pt,564pt" to="434pt,564pt" o:regroupid="5" strokeweight="3pt" o:cliptowrap="t">
            <v:shadow color="#ccc"/>
            <w10:wrap side="left" anchorx="page" anchory="page"/>
          </v:line>
        </w:pict>
      </w:r>
      <w:r w:rsidR="00CA531A">
        <w:rPr>
          <w:noProof/>
        </w:rPr>
        <w:pict>
          <v:shape id="_x0000_s1097" type="#_x0000_t202" style="position:absolute;margin-left:47.25pt;margin-top:574.5pt;width:378pt;height:30pt;z-index:51;mso-position-horizontal-relative:page;mso-position-vertical-relative:page" o:regroupid="5" filled="f" stroked="f">
            <v:textbox style="mso-next-textbox:#_x0000_s1097" inset="0,0,0,0">
              <w:txbxContent>
                <w:p w:rsidR="002C7EDA" w:rsidRPr="002C2FC2" w:rsidRDefault="00001802" w:rsidP="0029182B">
                  <w:pPr>
                    <w:pStyle w:val="Heading3"/>
                    <w:rPr>
                      <w:b/>
                    </w:rPr>
                  </w:pPr>
                  <w:r w:rsidRPr="002C2FC2">
                    <w:rPr>
                      <w:b/>
                    </w:rPr>
                    <w:t>Online Communication</w:t>
                  </w:r>
                </w:p>
                <w:p w:rsidR="002C7EDA" w:rsidRDefault="002C7EDA" w:rsidP="00974687">
                  <w:pPr>
                    <w:pStyle w:val="Heading2"/>
                  </w:pPr>
                </w:p>
              </w:txbxContent>
            </v:textbox>
            <w10:wrap side="left" anchorx="page" anchory="page"/>
          </v:shape>
        </w:pict>
      </w:r>
      <w:r w:rsidR="007F0378">
        <w:rPr>
          <w:noProof/>
        </w:rPr>
        <w:pict>
          <v:shape id="_x0000_s1089" type="#_x0000_t202" style="position:absolute;margin-left:48pt;margin-top:114.65pt;width:378pt;height:25.5pt;z-index:43;mso-position-horizontal-relative:page;mso-position-vertical-relative:page" o:regroupid="5" filled="f" stroked="f">
            <v:textbox style="mso-next-textbox:#_x0000_s1089" inset="0,0,0,0">
              <w:txbxContent>
                <w:p w:rsidR="002C7EDA" w:rsidRPr="002C2FC2" w:rsidRDefault="000467FD" w:rsidP="0029182B">
                  <w:pPr>
                    <w:pStyle w:val="Heading3"/>
                    <w:rPr>
                      <w:b/>
                    </w:rPr>
                  </w:pPr>
                  <w:r w:rsidRPr="002C2FC2">
                    <w:rPr>
                      <w:b/>
                    </w:rPr>
                    <w:t>Multimedia Presentation</w:t>
                  </w:r>
                </w:p>
              </w:txbxContent>
            </v:textbox>
            <w10:wrap side="left" anchorx="page" anchory="page"/>
          </v:shape>
        </w:pict>
      </w:r>
      <w:r w:rsidR="007F0378">
        <w:rPr>
          <w:noProof/>
        </w:rPr>
        <w:pict>
          <v:shape id="_x0000_s1105" type="#_x0000_t202" style="position:absolute;margin-left:439.85pt;margin-top:76.05pt;width:127.8pt;height:19.95pt;z-index:41;visibility:visible;mso-wrap-edited:f;mso-wrap-distance-left:2.88pt;mso-wrap-distance-top:2.88pt;mso-wrap-distance-right:2.88pt;mso-wrap-distance-bottom:2.88pt;mso-position-horizontal-relative:page;mso-position-vertical-relative:page" stroked="f" strokeweight="0" insetpen="t" o:cliptowrap="t">
            <v:shadow color="#ccc"/>
            <o:lock v:ext="edit" shapetype="t"/>
            <v:textbox style="mso-next-textbox:#_x0000_s1105;mso-column-margin:5.7pt" inset="2.85pt,2.85pt,2.85pt,2.85pt">
              <w:txbxContent>
                <w:p w:rsidR="002C7EDA" w:rsidRPr="00280A50" w:rsidRDefault="002C7EDA" w:rsidP="008033C7">
                  <w:pPr>
                    <w:jc w:val="right"/>
                    <w:rPr>
                      <w:rStyle w:val="PageNumber"/>
                    </w:rPr>
                  </w:pPr>
                  <w:r w:rsidRPr="00280A50">
                    <w:rPr>
                      <w:rStyle w:val="PageNumber"/>
                    </w:rPr>
                    <w:t xml:space="preserve">Page </w:t>
                  </w:r>
                  <w:r w:rsidR="008033C7" w:rsidRPr="00280A50">
                    <w:rPr>
                      <w:rStyle w:val="PageNumber"/>
                    </w:rPr>
                    <w:t>3</w:t>
                  </w:r>
                </w:p>
              </w:txbxContent>
            </v:textbox>
            <w10:wrap anchorx="page" anchory="page"/>
          </v:shape>
        </w:pict>
      </w:r>
      <w:r w:rsidR="007F0378">
        <w:rPr>
          <w:noProof/>
        </w:rPr>
        <w:pict>
          <v:shape id="_x0000_s1104" type="#_x0000_t202" style="position:absolute;margin-left:50.15pt;margin-top:78.35pt;width:315.3pt;height:18.05pt;z-index:40;visibility:visible;mso-wrap-edited:f;mso-wrap-distance-left:2.88pt;mso-wrap-distance-top:2.88pt;mso-wrap-distance-right:2.88pt;mso-wrap-distance-bottom:2.88pt;mso-position-horizontal-relative:page;mso-position-vertical-relative:page" stroked="f" strokeweight="0" insetpen="t" o:cliptowrap="t">
            <v:shadow color="#ccc"/>
            <o:lock v:ext="edit" shapetype="t"/>
            <v:textbox style="mso-next-textbox:#_x0000_s1104;mso-column-margin:5.7pt" inset="2.85pt,2.85pt,2.85pt,2.85pt">
              <w:txbxContent>
                <w:p w:rsidR="002C7EDA" w:rsidRPr="005F7D6A" w:rsidRDefault="000467FD" w:rsidP="0022453D">
                  <w:pPr>
                    <w:pStyle w:val="pagetitleL"/>
                  </w:pPr>
                  <w:r>
                    <w:t>Final Reflection</w:t>
                  </w:r>
                </w:p>
              </w:txbxContent>
            </v:textbox>
            <w10:wrap anchorx="page" anchory="page"/>
          </v:shape>
        </w:pict>
      </w:r>
      <w:r w:rsidR="007F0378">
        <w:rPr>
          <w:noProof/>
        </w:rPr>
        <w:pict>
          <v:line id="_x0000_s1106" style="position:absolute;z-index:56;visibility:visible;mso-wrap-edited:f;mso-wrap-distance-left:2.88pt;mso-wrap-distance-top:2.88pt;mso-wrap-distance-right:2.88pt;mso-wrap-distance-bottom:2.88pt;mso-position-horizontal-relative:page;mso-position-vertical-relative:page" from="450.35pt,116.15pt" to="450.35pt,740.4pt" o:regroupid="5" strokecolor="#ccc999" strokeweight=".25pt" o:cliptowrap="t">
            <v:shadow color="#ccc"/>
            <w10:wrap side="left" anchorx="page" anchory="page"/>
          </v:line>
        </w:pict>
      </w:r>
      <w:r w:rsidR="007F0378">
        <w:rPr>
          <w:noProof/>
        </w:rPr>
        <w:pict>
          <v:shape id="_x0000_s1137" type="#_x0000_t202" style="position:absolute;margin-left:460.05pt;margin-top:189.05pt;width:94.5pt;height:120pt;z-index:73;mso-wrap-style:none;mso-position-horizontal-relative:page;mso-position-vertical-relative:page" filled="f" stroked="f">
            <v:textbox style="mso-next-textbox:#_x0000_s1137;mso-fit-shape-to-text:t">
              <w:txbxContent>
                <w:p w:rsidR="00E209A5" w:rsidRPr="00E209A5" w:rsidRDefault="002312C6">
                  <w:r>
                    <w:pict>
                      <v:shape id="_x0000_i1025" type="#_x0000_t75" alt="person holding globe" style="width:76.5pt;height:82.5pt">
                        <v:imagedata r:id="rId9" o:title=""/>
                      </v:shape>
                    </w:pict>
                  </w:r>
                </w:p>
              </w:txbxContent>
            </v:textbox>
            <w10:wrap anchorx="page" anchory="page"/>
          </v:shape>
        </w:pict>
      </w:r>
      <w:r w:rsidR="007F0378">
        <w:rPr>
          <w:noProof/>
        </w:rPr>
        <w:pict>
          <v:shape id="_x0000_s1100" style="position:absolute;margin-left:43.5pt;margin-top:106pt;width:527.65pt;height:.05pt;z-index:38;visibility:visible;mso-wrap-edited:f;mso-wrap-distance-left:2.88pt;mso-wrap-distance-top:2.88pt;mso-wrap-distance-right:2.88pt;mso-wrap-distance-bottom:2.88pt;mso-position-horizontal:absolute;mso-position-horizontal-relative:page;mso-position-vertical:absolute;mso-position-vertical-relative:page" coordsize="10653,1" path="m,1l10653,e" strokeweight="3pt" o:cliptowrap="t">
            <v:shadow color="#ccc"/>
            <v:path arrowok="t"/>
            <w10:wrap side="left" anchorx="page" anchory="page"/>
          </v:shape>
        </w:pict>
      </w:r>
      <w:r w:rsidR="007F0378">
        <w:rPr>
          <w:noProof/>
        </w:rPr>
        <w:pict>
          <v:shape id="_x0000_s1099" type="#_x0000_t202" style="position:absolute;margin-left:308pt;margin-top:614.55pt;width:117.95pt;height:116.3pt;z-index:53;visibility:visible;mso-position-horizontal-relative:page;mso-position-vertical-relative:page" o:regroupid="5" filled="f" stroked="f">
            <v:textbox style="mso-next-textbox:#_x0000_s1099" inset="0,0,0,0">
              <w:txbxContent/>
            </v:textbox>
            <w10:wrap side="left" anchorx="page" anchory="page"/>
          </v:shape>
        </w:pict>
      </w:r>
      <w:r w:rsidR="00974687">
        <w:br w:type="page"/>
      </w:r>
      <w:r w:rsidR="004C3410">
        <w:rPr>
          <w:noProof/>
        </w:rPr>
        <w:lastRenderedPageBreak/>
        <w:pict>
          <v:shape id="_x0000_s1130" type="#_x0000_t202" style="position:absolute;margin-left:181.5pt;margin-top:109.5pt;width:402pt;height:309.75pt;z-index:68;visibility:visible;mso-wrap-edited:f;mso-wrap-distance-left:2.88pt;mso-wrap-distance-top:2.88pt;mso-wrap-distance-right:2.88pt;mso-wrap-distance-bottom:2.88pt;mso-position-horizontal-relative:page;mso-position-vertical-relative:page" o:regroupid="6" stroked="f" strokeweight="0" insetpen="t" o:cliptowrap="t">
            <v:shadow color="#ccc"/>
            <o:lock v:ext="edit" shapetype="t"/>
            <v:textbox style="mso-next-textbox:#_x0000_s1130;mso-column-margin:5.7pt" inset="2.85pt,2.85pt,2.85pt,2.85pt">
              <w:txbxContent>
                <w:p w:rsidR="00001802" w:rsidRPr="002C2FC2" w:rsidRDefault="00001802" w:rsidP="0022453D">
                  <w:pPr>
                    <w:pStyle w:val="BodyText"/>
                    <w:rPr>
                      <w:rFonts w:ascii="Garamond" w:hAnsi="Garamond"/>
                      <w:b/>
                      <w:sz w:val="40"/>
                      <w:szCs w:val="40"/>
                    </w:rPr>
                  </w:pPr>
                  <w:r w:rsidRPr="002C2FC2">
                    <w:rPr>
                      <w:rFonts w:ascii="Garamond" w:hAnsi="Garamond"/>
                      <w:b/>
                      <w:sz w:val="40"/>
                      <w:szCs w:val="40"/>
                    </w:rPr>
                    <w:t>Internet Tools</w:t>
                  </w:r>
                </w:p>
                <w:p w:rsidR="00B35884" w:rsidRDefault="004C3C9F" w:rsidP="00921EC5">
                  <w:pPr>
                    <w:spacing w:after="0" w:line="240" w:lineRule="auto"/>
                    <w:rPr>
                      <w:rFonts w:ascii="Times New Roman" w:hAnsi="Times New Roman"/>
                      <w:color w:val="auto"/>
                      <w:kern w:val="0"/>
                      <w:sz w:val="22"/>
                      <w:szCs w:val="22"/>
                    </w:rPr>
                  </w:pPr>
                  <w:r w:rsidRPr="004C3410">
                    <w:rPr>
                      <w:rFonts w:ascii="Times New Roman" w:hAnsi="Times New Roman"/>
                      <w:color w:val="auto"/>
                      <w:kern w:val="0"/>
                      <w:sz w:val="22"/>
                      <w:szCs w:val="22"/>
                    </w:rPr>
                    <w:t xml:space="preserve">I used </w:t>
                  </w:r>
                  <w:r w:rsidR="004C3410" w:rsidRPr="006C04F7">
                    <w:rPr>
                      <w:rFonts w:ascii="Times New Roman" w:hAnsi="Times New Roman"/>
                      <w:b/>
                      <w:color w:val="auto"/>
                      <w:kern w:val="0"/>
                      <w:sz w:val="22"/>
                      <w:szCs w:val="22"/>
                    </w:rPr>
                    <w:t>Casa Notes</w:t>
                  </w:r>
                  <w:r w:rsidR="004C3410" w:rsidRPr="004C3410">
                    <w:rPr>
                      <w:rFonts w:ascii="Times New Roman" w:hAnsi="Times New Roman"/>
                      <w:color w:val="auto"/>
                      <w:kern w:val="0"/>
                      <w:sz w:val="22"/>
                      <w:szCs w:val="22"/>
                    </w:rPr>
                    <w:t xml:space="preserve"> </w:t>
                  </w:r>
                  <w:r w:rsidRPr="004C3410">
                    <w:rPr>
                      <w:rFonts w:ascii="Times New Roman" w:hAnsi="Times New Roman"/>
                      <w:color w:val="auto"/>
                      <w:kern w:val="0"/>
                      <w:sz w:val="22"/>
                      <w:szCs w:val="22"/>
                    </w:rPr>
                    <w:t>to develop an Outstanding Performance Certificate</w:t>
                  </w:r>
                  <w:r w:rsidR="00B35884">
                    <w:rPr>
                      <w:rFonts w:ascii="Times New Roman" w:hAnsi="Times New Roman"/>
                      <w:color w:val="auto"/>
                      <w:kern w:val="0"/>
                      <w:sz w:val="22"/>
                      <w:szCs w:val="22"/>
                    </w:rPr>
                    <w:t>.</w:t>
                  </w:r>
                  <w:r w:rsidRPr="004C3410">
                    <w:rPr>
                      <w:rFonts w:ascii="Times New Roman" w:hAnsi="Times New Roman"/>
                      <w:color w:val="auto"/>
                      <w:kern w:val="0"/>
                      <w:sz w:val="22"/>
                      <w:szCs w:val="22"/>
                    </w:rPr>
                    <w:t xml:space="preserve"> I got to choose my own color schemes and graphics. Most of the text is already present so I simply had to fill in the blanks with my information to make them applicable to my needs.</w:t>
                  </w:r>
                  <w:r w:rsidR="004C3410" w:rsidRPr="004C3410">
                    <w:rPr>
                      <w:rFonts w:ascii="Times New Roman" w:hAnsi="Times New Roman"/>
                      <w:color w:val="auto"/>
                      <w:kern w:val="0"/>
                      <w:sz w:val="22"/>
                      <w:szCs w:val="22"/>
                    </w:rPr>
                    <w:t xml:space="preserve"> It did not allow for very much creativity.</w:t>
                  </w:r>
                </w:p>
                <w:p w:rsidR="004C3C9F" w:rsidRPr="004C3410" w:rsidRDefault="004C3410" w:rsidP="00921EC5">
                  <w:pPr>
                    <w:spacing w:after="0" w:line="240" w:lineRule="auto"/>
                    <w:rPr>
                      <w:rFonts w:ascii="Times New Roman" w:hAnsi="Times New Roman"/>
                      <w:color w:val="auto"/>
                      <w:kern w:val="0"/>
                      <w:sz w:val="22"/>
                      <w:szCs w:val="22"/>
                    </w:rPr>
                  </w:pPr>
                  <w:r w:rsidRPr="004C3410">
                    <w:rPr>
                      <w:rFonts w:ascii="Times New Roman" w:hAnsi="Times New Roman"/>
                      <w:color w:val="auto"/>
                      <w:kern w:val="0"/>
                      <w:sz w:val="22"/>
                      <w:szCs w:val="22"/>
                    </w:rPr>
                    <w:t xml:space="preserve"> </w:t>
                  </w:r>
                </w:p>
                <w:p w:rsidR="00B35884" w:rsidRDefault="004C3C9F" w:rsidP="00921EC5">
                  <w:pPr>
                    <w:spacing w:after="0" w:line="240" w:lineRule="auto"/>
                    <w:rPr>
                      <w:rFonts w:ascii="Times New Roman" w:hAnsi="Times New Roman"/>
                      <w:color w:val="auto"/>
                      <w:kern w:val="0"/>
                      <w:sz w:val="22"/>
                      <w:szCs w:val="22"/>
                    </w:rPr>
                  </w:pPr>
                  <w:r w:rsidRPr="004C3410">
                    <w:rPr>
                      <w:rFonts w:ascii="Times New Roman" w:hAnsi="Times New Roman"/>
                      <w:color w:val="auto"/>
                      <w:kern w:val="0"/>
                      <w:sz w:val="22"/>
                      <w:szCs w:val="22"/>
                    </w:rPr>
                    <w:t xml:space="preserve">I used </w:t>
                  </w:r>
                  <w:proofErr w:type="spellStart"/>
                  <w:r w:rsidR="004C3410" w:rsidRPr="006C04F7">
                    <w:rPr>
                      <w:rFonts w:ascii="Times New Roman" w:hAnsi="Times New Roman"/>
                      <w:b/>
                      <w:color w:val="auto"/>
                      <w:kern w:val="0"/>
                      <w:sz w:val="22"/>
                      <w:szCs w:val="22"/>
                    </w:rPr>
                    <w:t>Puzzlemaker</w:t>
                  </w:r>
                  <w:proofErr w:type="spellEnd"/>
                  <w:r w:rsidR="004C3410" w:rsidRPr="004C3410">
                    <w:rPr>
                      <w:rFonts w:ascii="Times New Roman" w:hAnsi="Times New Roman"/>
                      <w:color w:val="auto"/>
                      <w:kern w:val="0"/>
                      <w:sz w:val="22"/>
                      <w:szCs w:val="22"/>
                    </w:rPr>
                    <w:t xml:space="preserve"> </w:t>
                  </w:r>
                  <w:r w:rsidRPr="004C3410">
                    <w:rPr>
                      <w:rFonts w:ascii="Times New Roman" w:hAnsi="Times New Roman"/>
                      <w:color w:val="auto"/>
                      <w:kern w:val="0"/>
                      <w:sz w:val="22"/>
                      <w:szCs w:val="22"/>
                    </w:rPr>
                    <w:t>to develop a word search using Poetry Terminology. I used 18 common vocabulary terms associated with poetry. I am looking forward to exploring and using this site to its fullest.</w:t>
                  </w:r>
                </w:p>
                <w:p w:rsidR="004C3C9F" w:rsidRPr="004C3410" w:rsidRDefault="004C3C9F" w:rsidP="00921EC5">
                  <w:pPr>
                    <w:spacing w:after="0" w:line="240" w:lineRule="auto"/>
                    <w:rPr>
                      <w:rFonts w:ascii="Times New Roman" w:hAnsi="Times New Roman"/>
                      <w:color w:val="auto"/>
                      <w:kern w:val="0"/>
                      <w:sz w:val="22"/>
                      <w:szCs w:val="22"/>
                    </w:rPr>
                  </w:pPr>
                  <w:r w:rsidRPr="004C3410">
                    <w:rPr>
                      <w:rFonts w:ascii="Times New Roman" w:hAnsi="Times New Roman"/>
                      <w:color w:val="auto"/>
                      <w:kern w:val="0"/>
                      <w:sz w:val="22"/>
                      <w:szCs w:val="22"/>
                    </w:rPr>
                    <w:t xml:space="preserve"> </w:t>
                  </w:r>
                </w:p>
                <w:p w:rsidR="006C04F7" w:rsidRDefault="004C3C9F" w:rsidP="00921EC5">
                  <w:pPr>
                    <w:spacing w:after="0" w:line="240" w:lineRule="auto"/>
                    <w:rPr>
                      <w:rFonts w:ascii="Times New Roman" w:hAnsi="Times New Roman"/>
                      <w:color w:val="auto"/>
                      <w:kern w:val="0"/>
                      <w:sz w:val="22"/>
                      <w:szCs w:val="22"/>
                    </w:rPr>
                  </w:pPr>
                  <w:r w:rsidRPr="004C3410">
                    <w:rPr>
                      <w:rFonts w:ascii="Times New Roman" w:hAnsi="Times New Roman"/>
                      <w:color w:val="auto"/>
                      <w:kern w:val="0"/>
                      <w:sz w:val="22"/>
                      <w:szCs w:val="22"/>
                    </w:rPr>
                    <w:t xml:space="preserve">I used </w:t>
                  </w:r>
                  <w:proofErr w:type="spellStart"/>
                  <w:r w:rsidR="004C3410" w:rsidRPr="006C04F7">
                    <w:rPr>
                      <w:rFonts w:ascii="Times New Roman" w:hAnsi="Times New Roman"/>
                      <w:b/>
                      <w:color w:val="auto"/>
                      <w:kern w:val="0"/>
                      <w:sz w:val="22"/>
                      <w:szCs w:val="22"/>
                    </w:rPr>
                    <w:t>Rubistar</w:t>
                  </w:r>
                  <w:proofErr w:type="spellEnd"/>
                  <w:r w:rsidR="004C3410" w:rsidRPr="004C3410">
                    <w:rPr>
                      <w:rFonts w:ascii="Times New Roman" w:hAnsi="Times New Roman"/>
                      <w:color w:val="auto"/>
                      <w:kern w:val="0"/>
                      <w:sz w:val="22"/>
                      <w:szCs w:val="22"/>
                    </w:rPr>
                    <w:t xml:space="preserve"> t</w:t>
                  </w:r>
                  <w:r w:rsidRPr="004C3410">
                    <w:rPr>
                      <w:rFonts w:ascii="Times New Roman" w:hAnsi="Times New Roman"/>
                      <w:color w:val="auto"/>
                      <w:kern w:val="0"/>
                      <w:sz w:val="22"/>
                      <w:szCs w:val="22"/>
                    </w:rPr>
                    <w:t>o create a rubric to score an oral poetry recitation.  I will use it as a scoring tool for a public poetry recitation. I used 7 categories on my rubric with the scoring method of each category ranging from 1 - 4. I will be using the site to develop more rubrics</w:t>
                  </w:r>
                </w:p>
                <w:p w:rsidR="004C3C9F" w:rsidRDefault="004C3C9F" w:rsidP="00921EC5">
                  <w:pPr>
                    <w:spacing w:after="0" w:line="240" w:lineRule="auto"/>
                    <w:rPr>
                      <w:rFonts w:ascii="Times New Roman" w:hAnsi="Times New Roman"/>
                      <w:color w:val="auto"/>
                      <w:kern w:val="0"/>
                      <w:sz w:val="22"/>
                      <w:szCs w:val="22"/>
                    </w:rPr>
                  </w:pPr>
                  <w:r w:rsidRPr="004C3410">
                    <w:rPr>
                      <w:rFonts w:ascii="Times New Roman" w:hAnsi="Times New Roman"/>
                      <w:color w:val="auto"/>
                      <w:kern w:val="0"/>
                      <w:sz w:val="22"/>
                      <w:szCs w:val="22"/>
                    </w:rPr>
                    <w:t xml:space="preserve">. </w:t>
                  </w:r>
                </w:p>
                <w:p w:rsidR="00A33F8C" w:rsidRDefault="004C3C9F" w:rsidP="00921EC5">
                  <w:pPr>
                    <w:spacing w:after="0" w:line="240" w:lineRule="auto"/>
                    <w:rPr>
                      <w:rFonts w:ascii="Times New Roman" w:hAnsi="Times New Roman"/>
                      <w:color w:val="auto"/>
                      <w:kern w:val="0"/>
                    </w:rPr>
                  </w:pPr>
                  <w:r w:rsidRPr="004C3410">
                    <w:rPr>
                      <w:rFonts w:ascii="Times New Roman" w:hAnsi="Times New Roman"/>
                      <w:color w:val="auto"/>
                      <w:kern w:val="0"/>
                      <w:sz w:val="22"/>
                      <w:szCs w:val="22"/>
                    </w:rPr>
                    <w:t xml:space="preserve">I used </w:t>
                  </w:r>
                  <w:proofErr w:type="spellStart"/>
                  <w:r w:rsidR="004C3410" w:rsidRPr="006C04F7">
                    <w:rPr>
                      <w:rFonts w:ascii="Times New Roman" w:hAnsi="Times New Roman"/>
                      <w:b/>
                      <w:color w:val="auto"/>
                      <w:kern w:val="0"/>
                      <w:sz w:val="22"/>
                      <w:szCs w:val="22"/>
                    </w:rPr>
                    <w:t>Wordle</w:t>
                  </w:r>
                  <w:proofErr w:type="spellEnd"/>
                  <w:r w:rsidR="004C3410" w:rsidRPr="004C3410">
                    <w:rPr>
                      <w:rFonts w:ascii="Times New Roman" w:hAnsi="Times New Roman"/>
                      <w:color w:val="auto"/>
                      <w:kern w:val="0"/>
                      <w:sz w:val="22"/>
                      <w:szCs w:val="22"/>
                    </w:rPr>
                    <w:t xml:space="preserve"> </w:t>
                  </w:r>
                  <w:r w:rsidRPr="004C3410">
                    <w:rPr>
                      <w:rFonts w:ascii="Times New Roman" w:hAnsi="Times New Roman"/>
                      <w:color w:val="auto"/>
                      <w:kern w:val="0"/>
                      <w:sz w:val="22"/>
                      <w:szCs w:val="22"/>
                    </w:rPr>
                    <w:t xml:space="preserve">to develop a </w:t>
                  </w:r>
                  <w:proofErr w:type="spellStart"/>
                  <w:r w:rsidRPr="004C3410">
                    <w:rPr>
                      <w:rFonts w:ascii="Times New Roman" w:hAnsi="Times New Roman"/>
                      <w:color w:val="auto"/>
                      <w:kern w:val="0"/>
                      <w:sz w:val="22"/>
                      <w:szCs w:val="22"/>
                    </w:rPr>
                    <w:t>wordle</w:t>
                  </w:r>
                  <w:proofErr w:type="spellEnd"/>
                  <w:r w:rsidRPr="004C3410">
                    <w:rPr>
                      <w:rFonts w:ascii="Times New Roman" w:hAnsi="Times New Roman"/>
                      <w:color w:val="auto"/>
                      <w:kern w:val="0"/>
                      <w:sz w:val="22"/>
                      <w:szCs w:val="22"/>
                    </w:rPr>
                    <w:t xml:space="preserve"> cloud of important poets and some of the various forms of poetry that we will be studying. I think this would make a nice poster to display in the room. </w:t>
                  </w:r>
                </w:p>
                <w:p w:rsidR="00A33F8C" w:rsidRDefault="00A33F8C" w:rsidP="00921EC5">
                  <w:pPr>
                    <w:spacing w:after="0" w:line="240" w:lineRule="auto"/>
                    <w:rPr>
                      <w:rFonts w:ascii="Times New Roman" w:hAnsi="Times New Roman"/>
                      <w:color w:val="auto"/>
                      <w:kern w:val="0"/>
                    </w:rPr>
                  </w:pPr>
                </w:p>
                <w:p w:rsidR="00A33F8C" w:rsidRDefault="00A33F8C" w:rsidP="00921EC5">
                  <w:pPr>
                    <w:spacing w:after="0" w:line="240" w:lineRule="auto"/>
                    <w:rPr>
                      <w:rFonts w:ascii="Times New Roman" w:hAnsi="Times New Roman"/>
                      <w:color w:val="auto"/>
                      <w:kern w:val="0"/>
                      <w:sz w:val="24"/>
                      <w:szCs w:val="24"/>
                    </w:rPr>
                  </w:pPr>
                  <w:r w:rsidRPr="004C3410">
                    <w:rPr>
                      <w:rFonts w:ascii="Times New Roman" w:hAnsi="Times New Roman"/>
                      <w:color w:val="auto"/>
                      <w:kern w:val="0"/>
                      <w:sz w:val="22"/>
                      <w:szCs w:val="22"/>
                    </w:rPr>
                    <w:t>I discovered many other tools and experimented with several of them.  The above mentioned tools were those that I used in the completed assignment.  As I was working with the various tools available I realized that there is an explosion of Internet tools and one must stay abreast of the</w:t>
                  </w:r>
                  <w:r>
                    <w:rPr>
                      <w:rFonts w:ascii="Times New Roman" w:hAnsi="Times New Roman"/>
                      <w:color w:val="auto"/>
                      <w:kern w:val="0"/>
                    </w:rPr>
                    <w:t xml:space="preserve"> </w:t>
                  </w:r>
                  <w:r w:rsidRPr="004C3410">
                    <w:rPr>
                      <w:rFonts w:ascii="Times New Roman" w:hAnsi="Times New Roman"/>
                      <w:color w:val="auto"/>
                      <w:kern w:val="0"/>
                      <w:sz w:val="22"/>
                      <w:szCs w:val="22"/>
                    </w:rPr>
                    <w:t>constantly changing world of the Internet.</w:t>
                  </w:r>
                </w:p>
              </w:txbxContent>
            </v:textbox>
            <w10:wrap side="left" anchorx="page" anchory="page"/>
          </v:shape>
        </w:pict>
      </w:r>
      <w:r w:rsidR="004C3410">
        <w:rPr>
          <w:noProof/>
        </w:rPr>
        <w:pict>
          <v:line id="_x0000_s1120" style="position:absolute;z-index:65;visibility:visible;mso-wrap-edited:f;mso-wrap-distance-left:2.88pt;mso-wrap-distance-top:2.88pt;mso-wrap-distance-right:2.88pt;mso-wrap-distance-bottom:2.88pt;mso-position-horizontal-relative:page;mso-position-vertical-relative:page" from="174.3pt,423pt" to="572.1pt,423pt" o:regroupid="6" strokeweight="3pt" o:cliptowrap="t">
            <v:shadow color="#ccc"/>
            <w10:wrap side="left" anchorx="page" anchory="page"/>
          </v:line>
        </w:pict>
      </w:r>
      <w:r w:rsidR="004C3410">
        <w:rPr>
          <w:noProof/>
        </w:rPr>
        <w:pict>
          <v:shape id="_x0000_s1115" type="#_x0000_t202" style="position:absolute;margin-left:181.5pt;margin-top:431.25pt;width:390.6pt;height:34.5pt;z-index:61;visibility:visible;mso-wrap-edited:f;mso-wrap-distance-left:2.88pt;mso-wrap-distance-top:2.88pt;mso-wrap-distance-right:2.88pt;mso-wrap-distance-bottom:2.88pt;mso-position-horizontal-relative:page;mso-position-vertical-relative:page" o:regroupid="6" stroked="f" strokeweight="0" insetpen="t" o:cliptowrap="t">
            <v:shadow color="#ccc"/>
            <o:lock v:ext="edit" shapetype="t"/>
            <v:textbox style="mso-next-textbox:#_x0000_s1115;mso-column-margin:5.7pt" inset="2.85pt,2.85pt,2.85pt,2.85pt">
              <w:txbxContent>
                <w:p w:rsidR="008033C7" w:rsidRPr="002C2FC2" w:rsidRDefault="00001802" w:rsidP="0029182B">
                  <w:pPr>
                    <w:pStyle w:val="Heading3"/>
                    <w:rPr>
                      <w:b/>
                    </w:rPr>
                  </w:pPr>
                  <w:r w:rsidRPr="002C2FC2">
                    <w:rPr>
                      <w:b/>
                    </w:rPr>
                    <w:t>Interactive Whiteboards</w:t>
                  </w:r>
                </w:p>
              </w:txbxContent>
            </v:textbox>
            <w10:wrap side="left" anchorx="page" anchory="page"/>
          </v:shape>
        </w:pict>
      </w:r>
      <w:r w:rsidR="004C3410">
        <w:rPr>
          <w:noProof/>
        </w:rPr>
        <w:pict>
          <v:shape id="_x0000_s1114" type="#_x0000_t202" style="position:absolute;margin-left:451.5pt;margin-top:469.5pt;width:120.6pt;height:239.25pt;z-index:60;visibility:visible;mso-wrap-edited:f;mso-wrap-distance-left:2.88pt;mso-wrap-distance-top:2.88pt;mso-wrap-distance-right:2.88pt;mso-wrap-distance-bottom:2.88pt;mso-position-horizontal-relative:page;mso-position-vertical-relative:page" o:regroupid="6" stroked="f" strokeweight="0" insetpen="t" o:cliptowrap="t">
            <v:shadow color="#ccc"/>
            <o:lock v:ext="edit" shapetype="t"/>
            <v:textbox style="mso-next-textbox:#_x0000_s1114;mso-column-margin:5.7pt" inset="2.85pt,2.85pt,2.85pt,2.85pt">
              <w:txbxContent/>
            </v:textbox>
            <w10:wrap side="left" anchorx="page" anchory="page"/>
          </v:shape>
        </w:pict>
      </w:r>
      <w:r w:rsidR="004C3410">
        <w:rPr>
          <w:noProof/>
        </w:rPr>
        <w:pict>
          <v:shape id="_x0000_s1112" type="#_x0000_t202" style="position:absolute;margin-left:316.5pt;margin-top:469.5pt;width:120.6pt;height:259.5pt;z-index:58;visibility:visible;mso-wrap-edited:f;mso-wrap-distance-left:2.88pt;mso-wrap-distance-top:2.88pt;mso-wrap-distance-right:2.88pt;mso-wrap-distance-bottom:2.88pt;mso-position-horizontal-relative:page;mso-position-vertical-relative:page" o:regroupid="6" stroked="f" strokeweight="0" insetpen="t" o:cliptowrap="t">
            <v:shadow color="#ccc"/>
            <o:lock v:ext="edit" shapetype="t"/>
            <v:textbox style="mso-next-textbox:#_x0000_s1114;mso-column-margin:5.7pt" inset="2.85pt,2.85pt,2.85pt,2.85pt">
              <w:txbxContent/>
            </v:textbox>
            <w10:wrap side="left" anchorx="page" anchory="page"/>
          </v:shape>
        </w:pict>
      </w:r>
      <w:r w:rsidR="004C3410">
        <w:rPr>
          <w:noProof/>
        </w:rPr>
        <w:pict>
          <v:shape id="_x0000_s1113" type="#_x0000_t202" style="position:absolute;margin-left:181.5pt;margin-top:469.5pt;width:120.6pt;height:259.5pt;z-index:59;visibility:visible;mso-wrap-edited:f;mso-wrap-distance-left:2.88pt;mso-wrap-distance-top:2.88pt;mso-wrap-distance-right:2.88pt;mso-wrap-distance-bottom:2.88pt;mso-position-horizontal-relative:page;mso-position-vertical-relative:page" o:regroupid="6" stroked="f" strokeweight="0" insetpen="t" o:cliptowrap="t">
            <v:shadow color="#ccc"/>
            <o:lock v:ext="edit" shapetype="t"/>
            <v:textbox style="mso-next-textbox:#_x0000_s1112;mso-column-margin:5.7pt" inset="2.85pt,2.85pt,2.85pt,2.85pt">
              <w:txbxContent>
                <w:p w:rsidR="00EF70BE" w:rsidRPr="00C72D8D" w:rsidRDefault="00EF70BE" w:rsidP="0022453D">
                  <w:pPr>
                    <w:pStyle w:val="BodyText"/>
                    <w:rPr>
                      <w:sz w:val="22"/>
                      <w:szCs w:val="22"/>
                    </w:rPr>
                  </w:pPr>
                  <w:r w:rsidRPr="00C72D8D">
                    <w:rPr>
                      <w:sz w:val="22"/>
                      <w:szCs w:val="22"/>
                    </w:rPr>
                    <w:t>As I reflected on this module it was not hard to conclude that this was the hardest module for me. Not having access to an Interactive Whiteboard to further develop my IWB user skills I find myself at the “Beginning User, Basic level.</w:t>
                  </w:r>
                  <w:r w:rsidR="005D6664" w:rsidRPr="00C72D8D">
                    <w:rPr>
                      <w:sz w:val="22"/>
                      <w:szCs w:val="22"/>
                    </w:rPr>
                    <w:t>”</w:t>
                  </w:r>
                  <w:r w:rsidRPr="00C72D8D">
                    <w:rPr>
                      <w:sz w:val="22"/>
                      <w:szCs w:val="22"/>
                    </w:rPr>
                    <w:t xml:space="preserve"> </w:t>
                  </w:r>
                  <w:r w:rsidR="005E47A2" w:rsidRPr="00C72D8D">
                    <w:rPr>
                      <w:sz w:val="22"/>
                      <w:szCs w:val="22"/>
                    </w:rPr>
                    <w:t xml:space="preserve">I was very appreciative of my classmate, Angel, who invited me to her classroom to teach me basic user skills and share with me her knowledge of IWB. This was a great help. </w:t>
                  </w:r>
                </w:p>
                <w:p w:rsidR="004C483E" w:rsidRPr="00C72D8D" w:rsidRDefault="004C483E" w:rsidP="0022453D">
                  <w:pPr>
                    <w:pStyle w:val="BodyText"/>
                    <w:rPr>
                      <w:sz w:val="22"/>
                      <w:szCs w:val="22"/>
                    </w:rPr>
                  </w:pPr>
                  <w:r w:rsidRPr="00C72D8D">
                    <w:rPr>
                      <w:sz w:val="22"/>
                      <w:szCs w:val="22"/>
                    </w:rPr>
                    <w:t>I used the whiteboard as a tool to prepare a lesson plan.  As I was working on this project I realized that I had much to learn in the utilization of this particular tool.</w:t>
                  </w:r>
                </w:p>
                <w:p w:rsidR="004C483E" w:rsidRPr="00C72D8D" w:rsidRDefault="004C483E" w:rsidP="0022453D">
                  <w:pPr>
                    <w:pStyle w:val="BodyText"/>
                    <w:rPr>
                      <w:sz w:val="22"/>
                      <w:szCs w:val="22"/>
                    </w:rPr>
                  </w:pPr>
                  <w:r w:rsidRPr="00C72D8D">
                    <w:rPr>
                      <w:sz w:val="22"/>
                      <w:szCs w:val="22"/>
                    </w:rPr>
                    <w:t>It has lots to offer and is a wonderful tool to work with students on interactive projects.</w:t>
                  </w:r>
                </w:p>
                <w:p w:rsidR="004C483E" w:rsidRPr="00C72D8D" w:rsidRDefault="004C483E" w:rsidP="0022453D">
                  <w:pPr>
                    <w:pStyle w:val="BodyText"/>
                    <w:rPr>
                      <w:sz w:val="22"/>
                      <w:szCs w:val="22"/>
                    </w:rPr>
                  </w:pPr>
                  <w:r w:rsidRPr="00C72D8D">
                    <w:rPr>
                      <w:sz w:val="22"/>
                      <w:szCs w:val="22"/>
                    </w:rPr>
                    <w:t xml:space="preserve">I </w:t>
                  </w:r>
                  <w:r w:rsidR="00EF70BE" w:rsidRPr="00C72D8D">
                    <w:rPr>
                      <w:sz w:val="22"/>
                      <w:szCs w:val="22"/>
                    </w:rPr>
                    <w:t xml:space="preserve">can see it as a great </w:t>
                  </w:r>
                  <w:r w:rsidR="005E47A2" w:rsidRPr="00C72D8D">
                    <w:rPr>
                      <w:sz w:val="22"/>
                      <w:szCs w:val="22"/>
                    </w:rPr>
                    <w:t>teaching</w:t>
                  </w:r>
                  <w:r w:rsidR="00EF70BE" w:rsidRPr="00C72D8D">
                    <w:rPr>
                      <w:sz w:val="22"/>
                      <w:szCs w:val="22"/>
                    </w:rPr>
                    <w:t xml:space="preserve"> tool that could </w:t>
                  </w:r>
                  <w:r w:rsidRPr="00C72D8D">
                    <w:rPr>
                      <w:sz w:val="22"/>
                      <w:szCs w:val="22"/>
                    </w:rPr>
                    <w:t>enhance a presentation to engage the students’ attention.</w:t>
                  </w:r>
                </w:p>
                <w:p w:rsidR="00EF70BE" w:rsidRPr="00C72D8D" w:rsidRDefault="004C483E" w:rsidP="0022453D">
                  <w:pPr>
                    <w:pStyle w:val="BodyText"/>
                    <w:rPr>
                      <w:sz w:val="22"/>
                      <w:szCs w:val="22"/>
                    </w:rPr>
                  </w:pPr>
                  <w:r w:rsidRPr="00C72D8D">
                    <w:rPr>
                      <w:sz w:val="22"/>
                      <w:szCs w:val="22"/>
                    </w:rPr>
                    <w:t xml:space="preserve">I did my lesson plan on water conservation.  I was able to use some of the features offered through the Whiteboards large selection of tools. </w:t>
                  </w:r>
                </w:p>
                <w:p w:rsidR="004C483E" w:rsidRPr="00C72D8D" w:rsidRDefault="004C483E" w:rsidP="0022453D">
                  <w:pPr>
                    <w:pStyle w:val="BodyText"/>
                    <w:rPr>
                      <w:sz w:val="22"/>
                      <w:szCs w:val="22"/>
                    </w:rPr>
                  </w:pPr>
                  <w:r w:rsidRPr="00C72D8D">
                    <w:rPr>
                      <w:sz w:val="22"/>
                      <w:szCs w:val="22"/>
                    </w:rPr>
                    <w:t xml:space="preserve">I know that in the future I </w:t>
                  </w:r>
                  <w:r w:rsidR="00067D5F">
                    <w:rPr>
                      <w:sz w:val="22"/>
                      <w:szCs w:val="22"/>
                    </w:rPr>
                    <w:t xml:space="preserve">will use </w:t>
                  </w:r>
                  <w:r w:rsidRPr="00C72D8D">
                    <w:rPr>
                      <w:sz w:val="22"/>
                      <w:szCs w:val="22"/>
                    </w:rPr>
                    <w:t xml:space="preserve">this teaching tool and discover many more useful projects </w:t>
                  </w:r>
                  <w:r w:rsidR="005E47A2" w:rsidRPr="00C72D8D">
                    <w:rPr>
                      <w:sz w:val="22"/>
                      <w:szCs w:val="22"/>
                    </w:rPr>
                    <w:t xml:space="preserve">that </w:t>
                  </w:r>
                  <w:r w:rsidRPr="00C72D8D">
                    <w:rPr>
                      <w:sz w:val="22"/>
                      <w:szCs w:val="22"/>
                    </w:rPr>
                    <w:t xml:space="preserve">I </w:t>
                  </w:r>
                  <w:r w:rsidR="005E47A2" w:rsidRPr="00C72D8D">
                    <w:rPr>
                      <w:sz w:val="22"/>
                      <w:szCs w:val="22"/>
                    </w:rPr>
                    <w:t>could</w:t>
                  </w:r>
                  <w:r w:rsidRPr="00C72D8D">
                    <w:rPr>
                      <w:sz w:val="22"/>
                      <w:szCs w:val="22"/>
                    </w:rPr>
                    <w:t xml:space="preserve"> present.</w:t>
                  </w:r>
                </w:p>
                <w:p w:rsidR="004C483E" w:rsidRPr="00C72D8D" w:rsidRDefault="004C483E" w:rsidP="0022453D">
                  <w:pPr>
                    <w:pStyle w:val="BodyText"/>
                    <w:rPr>
                      <w:sz w:val="22"/>
                      <w:szCs w:val="22"/>
                    </w:rPr>
                  </w:pPr>
                  <w:r w:rsidRPr="00C72D8D">
                    <w:rPr>
                      <w:sz w:val="22"/>
                      <w:szCs w:val="22"/>
                    </w:rPr>
                    <w:t>The Whiteboard can be used in many settings and I am thankful for being introduced to this creative tool.</w:t>
                  </w:r>
                </w:p>
                <w:p w:rsidR="004C483E" w:rsidRDefault="004C483E" w:rsidP="0022453D">
                  <w:pPr>
                    <w:pStyle w:val="BodyText"/>
                  </w:pPr>
                </w:p>
              </w:txbxContent>
            </v:textbox>
            <w10:wrap side="left" anchorx="page" anchory="page"/>
          </v:shape>
        </w:pict>
      </w:r>
      <w:r w:rsidR="007F0378">
        <w:rPr>
          <w:noProof/>
        </w:rPr>
        <w:pict>
          <v:shape id="_x0000_s1117" type="#_x0000_t202" style="position:absolute;margin-left:44.25pt;margin-top:334.45pt;width:122.85pt;height:108.05pt;z-index:63;visibility:visible;mso-wrap-edited:f;mso-wrap-distance-left:2.88pt;mso-wrap-distance-top:2.88pt;mso-wrap-distance-right:2.88pt;mso-wrap-distance-bottom:2.88pt;mso-position-horizontal-relative:page;mso-position-vertical-relative:page" o:regroupid="6" stroked="f" strokeweight="0" insetpen="t" o:cliptowrap="t">
            <v:shadow color="#ccc"/>
            <o:lock v:ext="edit" shapetype="t"/>
            <v:textbox style="mso-next-textbox:#_x0000_s1117;mso-column-margin:5.7pt" inset="2.85pt,2.85pt,2.85pt,2.85pt">
              <w:txbxContent>
                <w:p w:rsidR="008033C7" w:rsidRPr="00001802" w:rsidRDefault="00001802" w:rsidP="00001802">
                  <w:pPr>
                    <w:pStyle w:val="Tagline"/>
                    <w:jc w:val="center"/>
                    <w:rPr>
                      <w:sz w:val="20"/>
                      <w:szCs w:val="20"/>
                    </w:rPr>
                  </w:pPr>
                  <w:proofErr w:type="gramStart"/>
                  <w:r w:rsidRPr="00001802">
                    <w:rPr>
                      <w:sz w:val="20"/>
                      <w:szCs w:val="20"/>
                    </w:rPr>
                    <w:t>l</w:t>
                  </w:r>
                  <w:proofErr w:type="gramEnd"/>
                  <w:r w:rsidR="00315515" w:rsidRPr="007F0378">
                    <w:pict>
                      <v:shape id="_x0000_i1027" type="#_x0000_t75" style="width:117pt;height:133.5pt">
                        <v:imagedata r:id="rId10" o:title=""/>
                      </v:shape>
                    </w:pict>
                  </w:r>
                  <w:proofErr w:type="spellStart"/>
                  <w:r w:rsidRPr="00001802">
                    <w:rPr>
                      <w:sz w:val="20"/>
                      <w:szCs w:val="20"/>
                    </w:rPr>
                    <w:t>arrythelibrarian</w:t>
                  </w:r>
                  <w:proofErr w:type="spellEnd"/>
                </w:p>
              </w:txbxContent>
            </v:textbox>
            <w10:wrap side="left" anchorx="page" anchory="page"/>
          </v:shape>
        </w:pict>
      </w:r>
      <w:r w:rsidR="007F0378">
        <w:rPr>
          <w:noProof/>
        </w:rPr>
        <w:pict>
          <v:shape id="_x0000_s1134" type="#_x0000_t202" style="position:absolute;margin-left:40.5pt;margin-top:490.4pt;width:120.6pt;height:41.05pt;z-index:70;visibility:visible;mso-wrap-edited:f;mso-wrap-distance-left:2.88pt;mso-wrap-distance-top:2.88pt;mso-wrap-distance-right:2.88pt;mso-wrap-distance-bottom:2.88pt;mso-position-horizontal-relative:page;mso-position-vertical-relative:page" o:regroupid="8" fillcolor="#ccc999" stroked="f" strokeweight="0" insetpen="t" o:cliptowrap="t">
            <v:shadow color="#ccc"/>
            <o:lock v:ext="edit" shapetype="t"/>
            <v:textbox style="mso-next-textbox:#_x0000_s1134;mso-column-margin:5.7pt;mso-fit-shape-to-text:t" inset="3.6pt,,3.6pt">
              <w:txbxContent>
                <w:p w:rsidR="00BE261E" w:rsidRPr="00E579D4" w:rsidRDefault="00492D81" w:rsidP="00280A50">
                  <w:pPr>
                    <w:spacing w:after="120" w:line="240" w:lineRule="auto"/>
                    <w:jc w:val="center"/>
                    <w:rPr>
                      <w:rFonts w:cs="Arial"/>
                      <w:b/>
                      <w:color w:val="auto"/>
                      <w:sz w:val="18"/>
                      <w:szCs w:val="18"/>
                    </w:rPr>
                  </w:pPr>
                  <w:proofErr w:type="spellStart"/>
                  <w:proofErr w:type="gramStart"/>
                  <w:r>
                    <w:rPr>
                      <w:rFonts w:cs="Arial"/>
                      <w:b/>
                      <w:color w:val="auto"/>
                      <w:sz w:val="18"/>
                      <w:szCs w:val="18"/>
                    </w:rPr>
                    <w:t>larrythelibrarian</w:t>
                  </w:r>
                  <w:proofErr w:type="spellEnd"/>
                  <w:proofErr w:type="gramEnd"/>
                </w:p>
                <w:p w:rsidR="00BE261E" w:rsidRPr="00E579D4" w:rsidRDefault="007F0378" w:rsidP="00280A50">
                  <w:pPr>
                    <w:spacing w:after="120"/>
                    <w:jc w:val="center"/>
                    <w:rPr>
                      <w:rFonts w:cs="Arial"/>
                      <w:b/>
                      <w:color w:val="auto"/>
                    </w:rPr>
                  </w:pPr>
                  <w:hyperlink r:id="rId11" w:tgtFrame="_blank" w:history="1">
                    <w:r w:rsidR="00492D81">
                      <w:rPr>
                        <w:rStyle w:val="Hyperlink"/>
                      </w:rPr>
                      <w:t>https://larrythelibrarian.wikispaces.com</w:t>
                    </w:r>
                  </w:hyperlink>
                </w:p>
              </w:txbxContent>
            </v:textbox>
            <w10:wrap side="left" anchorx="page" anchory="page"/>
          </v:shape>
        </w:pict>
      </w:r>
      <w:r w:rsidR="007F0378">
        <w:rPr>
          <w:noProof/>
        </w:rPr>
        <w:pict>
          <v:shape id="_x0000_s1110" type="#_x0000_t202" style="position:absolute;margin-left:44.25pt;margin-top:122.5pt;width:120.6pt;height:51.7pt;z-index:57;visibility:visible;mso-wrap-edited:f;mso-wrap-distance-left:2.88pt;mso-wrap-distance-top:2.88pt;mso-wrap-distance-right:2.88pt;mso-wrap-distance-bottom:2.88pt;mso-position-horizontal-relative:page;mso-position-vertical-relative:page" o:regroupid="6" stroked="f" strokeweight="0" insetpen="t" o:cliptowrap="t">
            <v:shadow color="#ccc"/>
            <o:lock v:ext="edit" shapetype="t"/>
            <v:textbox style="mso-next-textbox:#_x0000_s1110;mso-column-margin:5.7pt;mso-fit-shape-to-text:t" inset="2.85pt,2.85pt,2.85pt,2.85pt">
              <w:txbxContent>
                <w:p w:rsidR="00BE261E" w:rsidRPr="00E579D4" w:rsidRDefault="00001802" w:rsidP="00E579D4">
                  <w:pPr>
                    <w:pStyle w:val="Address2"/>
                  </w:pPr>
                  <w:r>
                    <w:t xml:space="preserve">Larry </w:t>
                  </w:r>
                  <w:proofErr w:type="spellStart"/>
                  <w:r>
                    <w:t>Souders</w:t>
                  </w:r>
                  <w:proofErr w:type="spellEnd"/>
                </w:p>
                <w:p w:rsidR="008033C7" w:rsidRPr="00BE261E" w:rsidRDefault="00001802" w:rsidP="00E579D4">
                  <w:pPr>
                    <w:pStyle w:val="Address1"/>
                  </w:pPr>
                  <w:r>
                    <w:t>Oklahoma State University</w:t>
                  </w:r>
                </w:p>
                <w:p w:rsidR="008033C7" w:rsidRDefault="00001802" w:rsidP="00E579D4">
                  <w:pPr>
                    <w:pStyle w:val="Address1"/>
                  </w:pPr>
                  <w:r>
                    <w:t>Spring 2011</w:t>
                  </w:r>
                </w:p>
                <w:p w:rsidR="001E2EAA" w:rsidRPr="00BE261E" w:rsidRDefault="00001802" w:rsidP="00E579D4">
                  <w:pPr>
                    <w:pStyle w:val="Address1"/>
                  </w:pPr>
                  <w:r>
                    <w:t xml:space="preserve">EDTC 5103 – Dr. Susan </w:t>
                  </w:r>
                  <w:proofErr w:type="spellStart"/>
                  <w:r>
                    <w:t>Stansberry</w:t>
                  </w:r>
                  <w:proofErr w:type="spellEnd"/>
                </w:p>
              </w:txbxContent>
            </v:textbox>
            <w10:wrap side="left" anchorx="page" anchory="page"/>
          </v:shape>
        </w:pict>
      </w:r>
      <w:r w:rsidR="007F0378">
        <w:rPr>
          <w:noProof/>
        </w:rPr>
        <w:pict>
          <v:shape id="_x0000_s1116" type="#_x0000_t202" style="position:absolute;margin-left:45pt;margin-top:216.4pt;width:120.6pt;height:40.2pt;z-index:62;visibility:visible;mso-wrap-edited:f;mso-wrap-distance-left:2.88pt;mso-wrap-distance-top:2.88pt;mso-wrap-distance-right:2.88pt;mso-wrap-distance-bottom:2.88pt;mso-position-horizontal-relative:page;mso-position-vertical-relative:page" o:regroupid="6" stroked="f" strokeweight="0" insetpen="t" o:cliptowrap="t">
            <v:shadow color="#ccc"/>
            <o:lock v:ext="edit" shapetype="t"/>
            <v:textbox style="mso-next-textbox:#_x0000_s1116;mso-column-margin:5.7pt;mso-fit-shape-to-text:t" inset="2.85pt,2.85pt,2.85pt,2.85pt">
              <w:txbxContent>
                <w:p w:rsidR="001E2EAA" w:rsidRDefault="001E2EAA" w:rsidP="00E579D4">
                  <w:pPr>
                    <w:pStyle w:val="Address1"/>
                  </w:pPr>
                  <w:r w:rsidRPr="00E579D4">
                    <w:rPr>
                      <w:rStyle w:val="Address2Char"/>
                    </w:rPr>
                    <w:t>Phone</w:t>
                  </w:r>
                  <w:r w:rsidR="00001802">
                    <w:rPr>
                      <w:rStyle w:val="Address2Char"/>
                    </w:rPr>
                    <w:t>:</w:t>
                  </w:r>
                  <w:r w:rsidR="00E579D4">
                    <w:t xml:space="preserve"> </w:t>
                  </w:r>
                  <w:r w:rsidR="00001802">
                    <w:t>918-694-4930</w:t>
                  </w:r>
                </w:p>
                <w:p w:rsidR="008033C7" w:rsidRPr="00001802" w:rsidRDefault="001E2EAA" w:rsidP="00E579D4">
                  <w:pPr>
                    <w:pStyle w:val="Address1"/>
                    <w:rPr>
                      <w:sz w:val="18"/>
                      <w:szCs w:val="18"/>
                    </w:rPr>
                  </w:pPr>
                  <w:r w:rsidRPr="00E579D4">
                    <w:rPr>
                      <w:rStyle w:val="Address2Char"/>
                    </w:rPr>
                    <w:t>E-mail</w:t>
                  </w:r>
                  <w:r w:rsidR="00001802">
                    <w:rPr>
                      <w:rStyle w:val="Address2Char"/>
                    </w:rPr>
                    <w:t xml:space="preserve">: </w:t>
                  </w:r>
                  <w:r w:rsidR="00E579D4">
                    <w:t xml:space="preserve"> </w:t>
                  </w:r>
                  <w:r>
                    <w:t xml:space="preserve"> </w:t>
                  </w:r>
                  <w:r w:rsidR="00001802" w:rsidRPr="00001802">
                    <w:rPr>
                      <w:sz w:val="18"/>
                      <w:szCs w:val="18"/>
                    </w:rPr>
                    <w:t>larry.souders@okstate.edu</w:t>
                  </w:r>
                </w:p>
              </w:txbxContent>
            </v:textbox>
            <w10:wrap side="left" anchorx="page" anchory="page"/>
          </v:shape>
        </w:pict>
      </w:r>
      <w:r w:rsidR="007F0378">
        <w:rPr>
          <w:noProof/>
        </w:rPr>
        <w:pict>
          <v:shape id="_x0000_s1135" type="#_x0000_t202" style="position:absolute;margin-left:252.75pt;margin-top:78.35pt;width:320.3pt;height:18.05pt;z-index:71;visibility:visible;mso-wrap-edited:f;mso-wrap-distance-left:2.88pt;mso-wrap-distance-top:2.88pt;mso-wrap-distance-right:2.88pt;mso-wrap-distance-bottom:2.88pt;mso-position-horizontal-relative:page;mso-position-vertical-relative:page" stroked="f" strokeweight="0" insetpen="t" o:cliptowrap="t">
            <v:shadow color="#ccc"/>
            <o:lock v:ext="edit" shapetype="t"/>
            <v:textbox style="mso-column-margin:5.7pt" inset="2.85pt,2.85pt,2.85pt,2.85pt">
              <w:txbxContent>
                <w:p w:rsidR="00FA2EEC" w:rsidRPr="005F7D6A" w:rsidRDefault="00001802" w:rsidP="0022453D">
                  <w:pPr>
                    <w:pStyle w:val="pagetitlerR"/>
                  </w:pPr>
                  <w:r>
                    <w:t>Final Reflection</w:t>
                  </w:r>
                </w:p>
              </w:txbxContent>
            </v:textbox>
            <w10:wrap anchorx="page" anchory="page"/>
          </v:shape>
        </w:pict>
      </w:r>
      <w:r w:rsidR="007F0378">
        <w:rPr>
          <w:noProof/>
        </w:rPr>
        <w:pict>
          <v:shape id="_x0000_s1136" type="#_x0000_t202" style="position:absolute;margin-left:46.5pt;margin-top:76.05pt;width:127.8pt;height:19.95pt;z-index:72;visibility:visible;mso-wrap-edited:f;mso-wrap-distance-left:2.88pt;mso-wrap-distance-top:2.88pt;mso-wrap-distance-right:2.88pt;mso-wrap-distance-bottom:2.88pt;mso-position-horizontal-relative:page;mso-position-vertical-relative:page" stroked="f" strokeweight="0" insetpen="t" o:cliptowrap="t">
            <v:shadow color="#ccc"/>
            <o:lock v:ext="edit" shapetype="t"/>
            <v:textbox style="mso-next-textbox:#_x0000_s1136;mso-column-margin:5.7pt" inset="2.85pt,2.85pt,2.85pt,2.85pt">
              <w:txbxContent>
                <w:p w:rsidR="00FA2EEC" w:rsidRPr="00280A50" w:rsidRDefault="00FA2EEC" w:rsidP="00FA2EEC">
                  <w:pPr>
                    <w:rPr>
                      <w:rStyle w:val="PageNumber"/>
                    </w:rPr>
                  </w:pPr>
                  <w:r w:rsidRPr="00280A50">
                    <w:rPr>
                      <w:rStyle w:val="PageNumber"/>
                    </w:rPr>
                    <w:t>Page 4</w:t>
                  </w:r>
                </w:p>
              </w:txbxContent>
            </v:textbox>
            <w10:wrap anchorx="page" anchory="page"/>
          </v:shape>
        </w:pict>
      </w:r>
      <w:r w:rsidR="007F0378">
        <w:pict>
          <v:line id="_x0000_s1121" style="position:absolute;z-index:66;visibility:visible;mso-wrap-edited:f;mso-wrap-distance-left:2.88pt;mso-wrap-distance-top:2.88pt;mso-wrap-distance-right:2.88pt;mso-wrap-distance-bottom:2.88pt;mso-position-horizontal-relative:page;mso-position-vertical-relative:page" from="39.3pt,105.45pt" to="579.3pt,105.45pt" o:regroupid="6" strokeweight="3pt" o:cliptowrap="t">
            <v:shadow color="#ccc"/>
            <w10:wrap side="left" anchorx="page" anchory="page"/>
          </v:line>
        </w:pict>
      </w:r>
      <w:r w:rsidR="007F0378">
        <w:rPr>
          <w:noProof/>
        </w:rPr>
        <w:pict>
          <v:line id="_x0000_s1118" style="position:absolute;z-index:64;visibility:visible;mso-wrap-edited:f;mso-wrap-distance-left:2.88pt;mso-wrap-distance-top:2.88pt;mso-wrap-distance-right:2.88pt;mso-wrap-distance-bottom:2.88pt;mso-position-horizontal-relative:page;mso-position-vertical-relative:page" from="174.4pt,117.35pt" to="174.4pt,741.7pt" o:regroupid="6" strokecolor="#ccc999" strokeweight=".25pt" o:cliptowrap="t">
            <v:shadow color="#ccc"/>
            <w10:wrap side="left" anchorx="page" anchory="page"/>
          </v:line>
        </w:pict>
      </w:r>
      <w:r w:rsidR="007F0378">
        <w:rPr>
          <w:noProof/>
        </w:rPr>
        <w:pict>
          <v:rect id="_x0000_s1132" style="position:absolute;margin-left:46.5pt;margin-top:246.6pt;width:120.6pt;height:80.6pt;z-index:69;visibility:hidden;mso-wrap-edited:f" o:regroupid="8" stroked="f" o:cliptowrap="t">
            <v:fill recolor="t" rotate="t"/>
            <v:stroke joinstyle="round">
              <o:left v:ext="view" weight="0" on="t"/>
              <o:top v:ext="view" weight="0" on="t"/>
              <o:right v:ext="view" weight="0" on="t"/>
              <o:bottom v:ext="view" weight="0" on="t"/>
            </v:stroke>
            <v:imagedata cropbottom="16777215f" cropright="16777215f"/>
            <v:path gradientshapeok="f" insetpenok="f" o:connecttype="segments"/>
            <o:lock v:ext="edit" shapetype="t"/>
            <v:textbox inset="2.88pt,2.88pt,2.88pt,2.88pt"/>
            <w10:wrap side="left"/>
          </v:rect>
        </w:pict>
      </w:r>
      <w:r w:rsidR="007F0378">
        <w:rPr>
          <w:noProof/>
        </w:rPr>
        <w:pict>
          <v:rect id="_x0000_s1127" style="position:absolute;margin-left:52.8pt;margin-top:366.55pt;width:108pt;height:54pt;z-index:67;visibility:hidden;mso-wrap-edited:f;mso-wrap-distance-left:2.88pt;mso-wrap-distance-top:2.88pt;mso-wrap-distance-right:2.88pt;mso-wrap-distance-bottom:2.88pt" o:regroupid="7" filled="f" fillcolor="black" stroked="f" strokecolor="white" strokeweight="0" insetpen="t" o:cliptowrap="t">
            <v:shadow color="#ccc"/>
            <o:lock v:ext="edit" shapetype="t"/>
            <v:textbox inset="2.88pt,2.88pt,2.88pt,2.88pt"/>
            <w10:wrap side="left"/>
          </v:rect>
        </w:pict>
      </w:r>
    </w:p>
    <w:sectPr w:rsidR="00265EA5" w:rsidSect="005063B3">
      <w:type w:val="nextColumn"/>
      <w:pgSz w:w="12240" w:h="15840" w:code="1"/>
      <w:pgMar w:top="864" w:right="878" w:bottom="864" w:left="878" w:header="720" w:footer="720" w:gutter="0"/>
      <w:cols w:space="720"/>
      <w:docGrid w:linePitch="2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8B6D034"/>
    <w:lvl w:ilvl="0">
      <w:start w:val="1"/>
      <w:numFmt w:val="decimal"/>
      <w:lvlText w:val="%1."/>
      <w:lvlJc w:val="left"/>
      <w:pPr>
        <w:tabs>
          <w:tab w:val="num" w:pos="1800"/>
        </w:tabs>
        <w:ind w:left="1800" w:hanging="360"/>
      </w:pPr>
    </w:lvl>
  </w:abstractNum>
  <w:abstractNum w:abstractNumId="1">
    <w:nsid w:val="FFFFFF7D"/>
    <w:multiLevelType w:val="singleLevel"/>
    <w:tmpl w:val="E9CCE6F0"/>
    <w:lvl w:ilvl="0">
      <w:start w:val="1"/>
      <w:numFmt w:val="decimal"/>
      <w:lvlText w:val="%1."/>
      <w:lvlJc w:val="left"/>
      <w:pPr>
        <w:tabs>
          <w:tab w:val="num" w:pos="1440"/>
        </w:tabs>
        <w:ind w:left="1440" w:hanging="360"/>
      </w:pPr>
    </w:lvl>
  </w:abstractNum>
  <w:abstractNum w:abstractNumId="2">
    <w:nsid w:val="FFFFFF7E"/>
    <w:multiLevelType w:val="singleLevel"/>
    <w:tmpl w:val="DF7E8FBE"/>
    <w:lvl w:ilvl="0">
      <w:start w:val="1"/>
      <w:numFmt w:val="decimal"/>
      <w:lvlText w:val="%1."/>
      <w:lvlJc w:val="left"/>
      <w:pPr>
        <w:tabs>
          <w:tab w:val="num" w:pos="1080"/>
        </w:tabs>
        <w:ind w:left="1080" w:hanging="360"/>
      </w:pPr>
    </w:lvl>
  </w:abstractNum>
  <w:abstractNum w:abstractNumId="3">
    <w:nsid w:val="FFFFFF7F"/>
    <w:multiLevelType w:val="singleLevel"/>
    <w:tmpl w:val="14CAE982"/>
    <w:lvl w:ilvl="0">
      <w:start w:val="1"/>
      <w:numFmt w:val="decimal"/>
      <w:lvlText w:val="%1."/>
      <w:lvlJc w:val="left"/>
      <w:pPr>
        <w:tabs>
          <w:tab w:val="num" w:pos="720"/>
        </w:tabs>
        <w:ind w:left="720" w:hanging="360"/>
      </w:pPr>
    </w:lvl>
  </w:abstractNum>
  <w:abstractNum w:abstractNumId="4">
    <w:nsid w:val="FFFFFF80"/>
    <w:multiLevelType w:val="singleLevel"/>
    <w:tmpl w:val="8E28338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890A89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B48C6D8"/>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F788146"/>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8D5EC2FE"/>
    <w:lvl w:ilvl="0">
      <w:start w:val="1"/>
      <w:numFmt w:val="decimal"/>
      <w:lvlText w:val="%1."/>
      <w:lvlJc w:val="left"/>
      <w:pPr>
        <w:tabs>
          <w:tab w:val="num" w:pos="360"/>
        </w:tabs>
        <w:ind w:left="360" w:hanging="360"/>
      </w:pPr>
    </w:lvl>
  </w:abstractNum>
  <w:abstractNum w:abstractNumId="9">
    <w:nsid w:val="FFFFFF89"/>
    <w:multiLevelType w:val="singleLevel"/>
    <w:tmpl w:val="CB5891FC"/>
    <w:lvl w:ilvl="0">
      <w:start w:val="1"/>
      <w:numFmt w:val="bullet"/>
      <w:lvlText w:val=""/>
      <w:lvlJc w:val="left"/>
      <w:pPr>
        <w:tabs>
          <w:tab w:val="num" w:pos="360"/>
        </w:tabs>
        <w:ind w:left="360" w:hanging="360"/>
      </w:pPr>
      <w:rPr>
        <w:rFonts w:ascii="Symbol" w:hAnsi="Symbol" w:hint="default"/>
      </w:rPr>
    </w:lvl>
  </w:abstractNum>
  <w:abstractNum w:abstractNumId="10">
    <w:nsid w:val="08170F97"/>
    <w:multiLevelType w:val="hybridMultilevel"/>
    <w:tmpl w:val="87BE1608"/>
    <w:lvl w:ilvl="0" w:tplc="99421172">
      <w:start w:val="1"/>
      <w:numFmt w:val="bullet"/>
      <w:lvlText w:val=""/>
      <w:lvlJc w:val="left"/>
      <w:pPr>
        <w:tabs>
          <w:tab w:val="num" w:pos="216"/>
        </w:tabs>
        <w:ind w:left="216" w:hanging="216"/>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386E24FE"/>
    <w:multiLevelType w:val="hybridMultilevel"/>
    <w:tmpl w:val="D4F44A38"/>
    <w:lvl w:ilvl="0" w:tplc="BCC66F40">
      <w:start w:val="1"/>
      <w:numFmt w:val="bullet"/>
      <w:lvlText w:val=""/>
      <w:lvlJc w:val="left"/>
      <w:pPr>
        <w:tabs>
          <w:tab w:val="num" w:pos="216"/>
        </w:tabs>
        <w:ind w:left="216" w:hanging="216"/>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E6660BC"/>
    <w:multiLevelType w:val="hybridMultilevel"/>
    <w:tmpl w:val="E5185132"/>
    <w:lvl w:ilvl="0" w:tplc="4842604E">
      <w:start w:val="1"/>
      <w:numFmt w:val="bullet"/>
      <w:lvlText w:val=""/>
      <w:lvlJc w:val="left"/>
      <w:pPr>
        <w:tabs>
          <w:tab w:val="num" w:pos="216"/>
        </w:tabs>
        <w:ind w:left="216" w:hanging="216"/>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7D4473BE"/>
    <w:multiLevelType w:val="multilevel"/>
    <w:tmpl w:val="3B349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11"/>
  </w:num>
  <w:num w:numId="3">
    <w:abstractNumId w:val="9"/>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2"/>
  </w:num>
  <w:num w:numId="12">
    <w:abstractNumId w:val="7"/>
  </w:num>
  <w:num w:numId="13">
    <w:abstractNumId w:val="0"/>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attachedTemplate r:id="rId1"/>
  <w:stylePaneFormatFilter w:val="3F01"/>
  <w:doNotTrackMoves/>
  <w:defaultTabStop w:val="720"/>
  <w:drawingGridHorizontalSpacing w:val="78"/>
  <w:drawingGridVerticalSpacing w:val="106"/>
  <w:displayHorizontalDrawingGridEvery w:val="0"/>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220AE"/>
    <w:rsid w:val="00001802"/>
    <w:rsid w:val="00037043"/>
    <w:rsid w:val="000467FD"/>
    <w:rsid w:val="00067D5F"/>
    <w:rsid w:val="000B0438"/>
    <w:rsid w:val="00170D14"/>
    <w:rsid w:val="00171CF7"/>
    <w:rsid w:val="001C1AB2"/>
    <w:rsid w:val="001C4D6E"/>
    <w:rsid w:val="001E2EAA"/>
    <w:rsid w:val="002018D9"/>
    <w:rsid w:val="0022453D"/>
    <w:rsid w:val="002312C6"/>
    <w:rsid w:val="00265EA5"/>
    <w:rsid w:val="00280A50"/>
    <w:rsid w:val="0029182B"/>
    <w:rsid w:val="002A365B"/>
    <w:rsid w:val="002C2FC2"/>
    <w:rsid w:val="002C7EDA"/>
    <w:rsid w:val="00315515"/>
    <w:rsid w:val="00317FC8"/>
    <w:rsid w:val="00331106"/>
    <w:rsid w:val="003555E7"/>
    <w:rsid w:val="00383776"/>
    <w:rsid w:val="00394F50"/>
    <w:rsid w:val="003C787B"/>
    <w:rsid w:val="003E6F76"/>
    <w:rsid w:val="004224D7"/>
    <w:rsid w:val="004270A0"/>
    <w:rsid w:val="0043080E"/>
    <w:rsid w:val="004554E4"/>
    <w:rsid w:val="00467B58"/>
    <w:rsid w:val="004904BC"/>
    <w:rsid w:val="00492D81"/>
    <w:rsid w:val="004C3410"/>
    <w:rsid w:val="004C3C9F"/>
    <w:rsid w:val="004C483E"/>
    <w:rsid w:val="00506068"/>
    <w:rsid w:val="005063B3"/>
    <w:rsid w:val="0058688D"/>
    <w:rsid w:val="00597C74"/>
    <w:rsid w:val="005C5D09"/>
    <w:rsid w:val="005D4D1A"/>
    <w:rsid w:val="005D6664"/>
    <w:rsid w:val="005E47A2"/>
    <w:rsid w:val="005F7D6A"/>
    <w:rsid w:val="00663BBA"/>
    <w:rsid w:val="006771C9"/>
    <w:rsid w:val="006C04F7"/>
    <w:rsid w:val="006C6A2F"/>
    <w:rsid w:val="006D23D8"/>
    <w:rsid w:val="006D3363"/>
    <w:rsid w:val="0071748A"/>
    <w:rsid w:val="00736B58"/>
    <w:rsid w:val="007569A6"/>
    <w:rsid w:val="007648EA"/>
    <w:rsid w:val="007F0378"/>
    <w:rsid w:val="008033C7"/>
    <w:rsid w:val="008162C7"/>
    <w:rsid w:val="008220AE"/>
    <w:rsid w:val="00826D04"/>
    <w:rsid w:val="008D42D6"/>
    <w:rsid w:val="008E1A21"/>
    <w:rsid w:val="008E7DBD"/>
    <w:rsid w:val="008F2EC9"/>
    <w:rsid w:val="00921EC5"/>
    <w:rsid w:val="00974687"/>
    <w:rsid w:val="00975CAD"/>
    <w:rsid w:val="00A13BA6"/>
    <w:rsid w:val="00A33F8C"/>
    <w:rsid w:val="00AA089A"/>
    <w:rsid w:val="00AB0DA9"/>
    <w:rsid w:val="00B1332E"/>
    <w:rsid w:val="00B13435"/>
    <w:rsid w:val="00B35884"/>
    <w:rsid w:val="00B43002"/>
    <w:rsid w:val="00B76ED7"/>
    <w:rsid w:val="00BC0D69"/>
    <w:rsid w:val="00BE261E"/>
    <w:rsid w:val="00C46EC3"/>
    <w:rsid w:val="00C61E16"/>
    <w:rsid w:val="00C72D8D"/>
    <w:rsid w:val="00CA531A"/>
    <w:rsid w:val="00CD6538"/>
    <w:rsid w:val="00D12935"/>
    <w:rsid w:val="00D56EF7"/>
    <w:rsid w:val="00D70EC2"/>
    <w:rsid w:val="00E17ECE"/>
    <w:rsid w:val="00E209A5"/>
    <w:rsid w:val="00E579D4"/>
    <w:rsid w:val="00E61FEB"/>
    <w:rsid w:val="00EA71C9"/>
    <w:rsid w:val="00EF70BE"/>
    <w:rsid w:val="00F075EB"/>
    <w:rsid w:val="00F15FF2"/>
    <w:rsid w:val="00F878A4"/>
    <w:rsid w:val="00FA2EEC"/>
    <w:rsid w:val="00FF458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colormru v:ext="edit" colors="#ccc999"/>
    </o:shapedefaults>
    <o:shapelayout v:ext="edit">
      <o:idmap v:ext="edit" data="1"/>
      <o:regrouptable v:ext="edit">
        <o:entry new="1" old="0"/>
        <o:entry new="2" old="1"/>
        <o:entry new="3" old="1"/>
        <o:entry new="4" old="1"/>
        <o:entry new="5" old="0"/>
        <o:entry new="6" old="0"/>
        <o:entry new="7" old="6"/>
        <o:entry new="8" old="6"/>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9182B"/>
    <w:pPr>
      <w:spacing w:after="180" w:line="271" w:lineRule="auto"/>
    </w:pPr>
    <w:rPr>
      <w:rFonts w:ascii="Arial" w:hAnsi="Arial"/>
      <w:color w:val="000000"/>
      <w:kern w:val="28"/>
    </w:rPr>
  </w:style>
  <w:style w:type="paragraph" w:styleId="Heading1">
    <w:name w:val="heading 1"/>
    <w:basedOn w:val="companyname"/>
    <w:next w:val="Normal"/>
    <w:qFormat/>
    <w:rsid w:val="0029182B"/>
    <w:pPr>
      <w:outlineLvl w:val="0"/>
    </w:pPr>
    <w:rPr>
      <w:spacing w:val="20"/>
      <w:sz w:val="24"/>
      <w:szCs w:val="24"/>
    </w:rPr>
  </w:style>
  <w:style w:type="paragraph" w:styleId="Heading2">
    <w:name w:val="heading 2"/>
    <w:qFormat/>
    <w:rsid w:val="0029182B"/>
    <w:pPr>
      <w:outlineLvl w:val="1"/>
    </w:pPr>
    <w:rPr>
      <w:rFonts w:ascii="Garamond" w:hAnsi="Garamond"/>
      <w:kern w:val="28"/>
      <w:sz w:val="44"/>
      <w:szCs w:val="28"/>
    </w:rPr>
  </w:style>
  <w:style w:type="paragraph" w:styleId="Heading3">
    <w:name w:val="heading 3"/>
    <w:basedOn w:val="Heading2"/>
    <w:next w:val="Normal"/>
    <w:qFormat/>
    <w:rsid w:val="0029182B"/>
    <w:pPr>
      <w:outlineLvl w:val="2"/>
    </w:pPr>
    <w:rPr>
      <w:sz w:val="40"/>
    </w:rPr>
  </w:style>
  <w:style w:type="paragraph" w:styleId="Heading4">
    <w:name w:val="heading 4"/>
    <w:qFormat/>
    <w:rsid w:val="00265EA5"/>
    <w:pPr>
      <w:spacing w:after="160" w:line="271" w:lineRule="auto"/>
      <w:outlineLvl w:val="3"/>
    </w:pPr>
    <w:rPr>
      <w:b/>
      <w:bCs/>
      <w:color w:val="000000"/>
      <w:kern w:val="28"/>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mpanyname">
    <w:name w:val="company name"/>
    <w:basedOn w:val="Normal"/>
    <w:rsid w:val="00E209A5"/>
    <w:rPr>
      <w:b/>
      <w:color w:val="FFFFFF"/>
      <w:sz w:val="28"/>
      <w:szCs w:val="28"/>
    </w:rPr>
  </w:style>
  <w:style w:type="paragraph" w:styleId="BodyText">
    <w:name w:val="Body Text"/>
    <w:rsid w:val="00037043"/>
    <w:pPr>
      <w:spacing w:after="120"/>
    </w:pPr>
    <w:rPr>
      <w:rFonts w:ascii="Arial" w:hAnsi="Arial"/>
      <w:kern w:val="28"/>
    </w:rPr>
  </w:style>
  <w:style w:type="paragraph" w:customStyle="1" w:styleId="Masthead">
    <w:name w:val="Masthead"/>
    <w:rsid w:val="00037043"/>
    <w:rPr>
      <w:rFonts w:ascii="Garamond" w:hAnsi="Garamond"/>
      <w:kern w:val="28"/>
      <w:sz w:val="72"/>
      <w:szCs w:val="72"/>
    </w:rPr>
  </w:style>
  <w:style w:type="paragraph" w:customStyle="1" w:styleId="Address1">
    <w:name w:val="Address 1"/>
    <w:rsid w:val="00E579D4"/>
    <w:rPr>
      <w:rFonts w:ascii="Arial" w:hAnsi="Arial" w:cs="Arial"/>
      <w:kern w:val="28"/>
    </w:rPr>
  </w:style>
  <w:style w:type="paragraph" w:customStyle="1" w:styleId="TOCTitle">
    <w:name w:val="TOC Title"/>
    <w:rsid w:val="00F15FF2"/>
    <w:rPr>
      <w:rFonts w:ascii="Arial" w:hAnsi="Arial" w:cs="Arial"/>
      <w:b/>
      <w:bCs/>
      <w:caps/>
      <w:color w:val="CC9900"/>
      <w:spacing w:val="35"/>
      <w:kern w:val="28"/>
      <w:sz w:val="16"/>
      <w:szCs w:val="16"/>
    </w:rPr>
  </w:style>
  <w:style w:type="paragraph" w:customStyle="1" w:styleId="listtitle2">
    <w:name w:val="list title 2"/>
    <w:basedOn w:val="Normal"/>
    <w:semiHidden/>
    <w:rsid w:val="0022453D"/>
    <w:rPr>
      <w:b/>
      <w:sz w:val="24"/>
      <w:szCs w:val="24"/>
    </w:rPr>
  </w:style>
  <w:style w:type="paragraph" w:customStyle="1" w:styleId="Pullquote">
    <w:name w:val="Pullquote"/>
    <w:rsid w:val="00037043"/>
    <w:rPr>
      <w:rFonts w:ascii="Garamond" w:hAnsi="Garamond"/>
      <w:i/>
      <w:kern w:val="28"/>
      <w:sz w:val="24"/>
      <w:szCs w:val="24"/>
    </w:rPr>
  </w:style>
  <w:style w:type="paragraph" w:customStyle="1" w:styleId="pagetitlerR">
    <w:name w:val="page titlerR"/>
    <w:basedOn w:val="Normal"/>
    <w:rsid w:val="0022453D"/>
    <w:pPr>
      <w:jc w:val="right"/>
    </w:pPr>
    <w:rPr>
      <w:b/>
      <w:color w:val="CC9900"/>
      <w:spacing w:val="20"/>
      <w:sz w:val="24"/>
      <w:szCs w:val="24"/>
    </w:rPr>
  </w:style>
  <w:style w:type="paragraph" w:customStyle="1" w:styleId="pagetitleL">
    <w:name w:val="page titleL"/>
    <w:rsid w:val="00280A50"/>
    <w:rPr>
      <w:rFonts w:ascii="Arial" w:hAnsi="Arial"/>
      <w:b/>
      <w:color w:val="CC9900"/>
      <w:spacing w:val="20"/>
      <w:kern w:val="28"/>
      <w:sz w:val="24"/>
      <w:szCs w:val="24"/>
    </w:rPr>
  </w:style>
  <w:style w:type="paragraph" w:customStyle="1" w:styleId="VolumeandIssue">
    <w:name w:val="Volume and Issue"/>
    <w:rsid w:val="00037043"/>
    <w:pPr>
      <w:spacing w:after="60"/>
      <w:jc w:val="right"/>
    </w:pPr>
    <w:rPr>
      <w:rFonts w:ascii="Arial" w:hAnsi="Arial" w:cs="Arial"/>
      <w:b/>
      <w:bCs/>
      <w:kern w:val="28"/>
      <w:sz w:val="17"/>
      <w:szCs w:val="17"/>
    </w:rPr>
  </w:style>
  <w:style w:type="paragraph" w:customStyle="1" w:styleId="Address2">
    <w:name w:val="Address 2"/>
    <w:link w:val="Address2Char"/>
    <w:rsid w:val="00E579D4"/>
    <w:rPr>
      <w:rFonts w:ascii="Arial" w:hAnsi="Arial" w:cs="Arial"/>
      <w:b/>
      <w:kern w:val="28"/>
    </w:rPr>
  </w:style>
  <w:style w:type="character" w:customStyle="1" w:styleId="Address2Char">
    <w:name w:val="Address 2 Char"/>
    <w:basedOn w:val="DefaultParagraphFont"/>
    <w:link w:val="Address2"/>
    <w:rsid w:val="00E579D4"/>
    <w:rPr>
      <w:rFonts w:ascii="Arial" w:hAnsi="Arial" w:cs="Arial"/>
      <w:b/>
      <w:kern w:val="28"/>
      <w:lang w:val="en-US" w:eastAsia="en-US" w:bidi="ar-SA"/>
    </w:rPr>
  </w:style>
  <w:style w:type="paragraph" w:customStyle="1" w:styleId="Tagline">
    <w:name w:val="Tagline"/>
    <w:rsid w:val="00E579D4"/>
    <w:rPr>
      <w:rFonts w:ascii="Arial" w:hAnsi="Arial" w:cs="Arial"/>
      <w:kern w:val="28"/>
      <w:sz w:val="16"/>
      <w:szCs w:val="16"/>
    </w:rPr>
  </w:style>
  <w:style w:type="paragraph" w:styleId="TOCHeading">
    <w:name w:val="TOC Heading"/>
    <w:basedOn w:val="BodyText"/>
    <w:qFormat/>
    <w:rsid w:val="00F15FF2"/>
    <w:pPr>
      <w:spacing w:line="280" w:lineRule="atLeast"/>
    </w:pPr>
    <w:rPr>
      <w:rFonts w:cs="Arial"/>
      <w:b/>
      <w:kern w:val="0"/>
    </w:rPr>
  </w:style>
  <w:style w:type="paragraph" w:customStyle="1" w:styleId="TOCText">
    <w:name w:val="TOC Text"/>
    <w:basedOn w:val="Normal"/>
    <w:rsid w:val="00F15FF2"/>
    <w:pPr>
      <w:tabs>
        <w:tab w:val="right" w:pos="2340"/>
      </w:tabs>
      <w:spacing w:after="0" w:line="360" w:lineRule="exact"/>
    </w:pPr>
    <w:rPr>
      <w:color w:val="auto"/>
      <w:kern w:val="0"/>
      <w:sz w:val="16"/>
      <w:szCs w:val="16"/>
    </w:rPr>
  </w:style>
  <w:style w:type="character" w:styleId="PageNumber">
    <w:name w:val="page number"/>
    <w:rsid w:val="00280A50"/>
    <w:rPr>
      <w:rFonts w:ascii="Arial" w:hAnsi="Arial"/>
      <w:color w:val="auto"/>
      <w:sz w:val="24"/>
      <w:szCs w:val="24"/>
    </w:rPr>
  </w:style>
  <w:style w:type="character" w:styleId="Hyperlink">
    <w:name w:val="Hyperlink"/>
    <w:basedOn w:val="DefaultParagraphFont"/>
    <w:uiPriority w:val="99"/>
    <w:unhideWhenUsed/>
    <w:rsid w:val="00492D81"/>
    <w:rPr>
      <w:color w:val="0000FF"/>
      <w:u w:val="single"/>
    </w:rPr>
  </w:style>
  <w:style w:type="paragraph" w:styleId="NormalWeb">
    <w:name w:val="Normal (Web)"/>
    <w:basedOn w:val="Normal"/>
    <w:uiPriority w:val="99"/>
    <w:unhideWhenUsed/>
    <w:rsid w:val="006D23D8"/>
    <w:pPr>
      <w:spacing w:before="100" w:beforeAutospacing="1" w:after="100" w:afterAutospacing="1" w:line="240" w:lineRule="auto"/>
    </w:pPr>
    <w:rPr>
      <w:rFonts w:ascii="Times New Roman" w:hAnsi="Times New Roman"/>
      <w:color w:val="auto"/>
      <w:kern w:val="0"/>
      <w:sz w:val="24"/>
      <w:szCs w:val="24"/>
    </w:rPr>
  </w:style>
  <w:style w:type="character" w:styleId="Strong">
    <w:name w:val="Strong"/>
    <w:basedOn w:val="DefaultParagraphFont"/>
    <w:uiPriority w:val="22"/>
    <w:qFormat/>
    <w:rsid w:val="004C3C9F"/>
    <w:rPr>
      <w:b/>
      <w:bCs/>
    </w:rPr>
  </w:style>
</w:styles>
</file>

<file path=word/webSettings.xml><?xml version="1.0" encoding="utf-8"?>
<w:webSettings xmlns:r="http://schemas.openxmlformats.org/officeDocument/2006/relationships" xmlns:w="http://schemas.openxmlformats.org/wordprocessingml/2006/main">
  <w:divs>
    <w:div w:id="339898036">
      <w:bodyDiv w:val="1"/>
      <w:marLeft w:val="0"/>
      <w:marRight w:val="0"/>
      <w:marTop w:val="0"/>
      <w:marBottom w:val="0"/>
      <w:divBdr>
        <w:top w:val="none" w:sz="0" w:space="0" w:color="auto"/>
        <w:left w:val="none" w:sz="0" w:space="0" w:color="auto"/>
        <w:bottom w:val="none" w:sz="0" w:space="0" w:color="auto"/>
        <w:right w:val="none" w:sz="0" w:space="0" w:color="auto"/>
      </w:divBdr>
    </w:div>
    <w:div w:id="1217816503">
      <w:bodyDiv w:val="1"/>
      <w:marLeft w:val="0"/>
      <w:marRight w:val="0"/>
      <w:marTop w:val="0"/>
      <w:marBottom w:val="0"/>
      <w:divBdr>
        <w:top w:val="none" w:sz="0" w:space="0" w:color="auto"/>
        <w:left w:val="none" w:sz="0" w:space="0" w:color="auto"/>
        <w:bottom w:val="none" w:sz="0" w:space="0" w:color="auto"/>
        <w:right w:val="none" w:sz="0" w:space="0" w:color="auto"/>
      </w:divBdr>
    </w:div>
    <w:div w:id="1434281310">
      <w:bodyDiv w:val="1"/>
      <w:marLeft w:val="0"/>
      <w:marRight w:val="0"/>
      <w:marTop w:val="0"/>
      <w:marBottom w:val="0"/>
      <w:divBdr>
        <w:top w:val="none" w:sz="0" w:space="0" w:color="auto"/>
        <w:left w:val="none" w:sz="0" w:space="0" w:color="auto"/>
        <w:bottom w:val="none" w:sz="0" w:space="0" w:color="auto"/>
        <w:right w:val="none" w:sz="0" w:space="0" w:color="auto"/>
      </w:divBdr>
    </w:div>
    <w:div w:id="1434785044">
      <w:bodyDiv w:val="1"/>
      <w:marLeft w:val="0"/>
      <w:marRight w:val="0"/>
      <w:marTop w:val="0"/>
      <w:marBottom w:val="0"/>
      <w:divBdr>
        <w:top w:val="none" w:sz="0" w:space="0" w:color="auto"/>
        <w:left w:val="none" w:sz="0" w:space="0" w:color="auto"/>
        <w:bottom w:val="none" w:sz="0" w:space="0" w:color="auto"/>
        <w:right w:val="none" w:sz="0" w:space="0" w:color="auto"/>
      </w:divBdr>
    </w:div>
    <w:div w:id="1778136375">
      <w:bodyDiv w:val="1"/>
      <w:marLeft w:val="0"/>
      <w:marRight w:val="0"/>
      <w:marTop w:val="0"/>
      <w:marBottom w:val="0"/>
      <w:divBdr>
        <w:top w:val="none" w:sz="0" w:space="0" w:color="auto"/>
        <w:left w:val="none" w:sz="0" w:space="0" w:color="auto"/>
        <w:bottom w:val="none" w:sz="0" w:space="0" w:color="auto"/>
        <w:right w:val="none" w:sz="0" w:space="0" w:color="auto"/>
      </w:divBdr>
    </w:div>
    <w:div w:id="1799182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larrythelibrarian.wikispaces.com" TargetMode="Externa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arry\Application%20Data\Microsoft\Templates\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Newsletter</Template>
  <TotalTime>3</TotalTime>
  <Pages>4</Pages>
  <Words>11</Words>
  <Characters>69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dc:creator>
  <cp:keywords/>
  <dc:description/>
  <cp:lastModifiedBy>Larry</cp:lastModifiedBy>
  <cp:revision>5</cp:revision>
  <cp:lastPrinted>2011-04-26T18:15:00Z</cp:lastPrinted>
  <dcterms:created xsi:type="dcterms:W3CDTF">2011-04-27T16:27:00Z</dcterms:created>
  <dcterms:modified xsi:type="dcterms:W3CDTF">2011-04-27T16:30:00Z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TC060873721033</vt:lpwstr>
  </property>
</Properties>
</file>